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C2209" w14:textId="77777777" w:rsidR="00E43C28" w:rsidRDefault="00E43C28" w:rsidP="00E43C28">
      <w:pPr>
        <w:suppressAutoHyphens/>
        <w:spacing w:after="0" w:line="240" w:lineRule="auto"/>
        <w:ind w:left="4248"/>
        <w:jc w:val="center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bCs/>
          <w:i/>
        </w:rPr>
        <w:t>Załącznik nr 1.5 do Zarządzenia Rektora UR nr 61/2025</w:t>
      </w:r>
      <w:r w:rsidR="00CD6897" w:rsidRPr="000A3ACB">
        <w:rPr>
          <w:rFonts w:ascii="Corbel" w:hAnsi="Corbel"/>
          <w:b/>
          <w:bCs/>
          <w:sz w:val="24"/>
          <w:szCs w:val="24"/>
        </w:rPr>
        <w:tab/>
      </w:r>
    </w:p>
    <w:p w14:paraId="4FE72D57" w14:textId="77777777" w:rsidR="00E43C28" w:rsidRDefault="00E43C28" w:rsidP="00E43C28">
      <w:pPr>
        <w:suppressAutoHyphens/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</w:p>
    <w:p w14:paraId="4F00F6B0" w14:textId="72C33FD0" w:rsidR="00E43C28" w:rsidRPr="0027219F" w:rsidRDefault="00E43C28" w:rsidP="00E43C28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304959A" w14:textId="77777777" w:rsidR="00E43C28" w:rsidRPr="0027219F" w:rsidRDefault="00E43C28" w:rsidP="00E43C28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11EC22B8" w14:textId="77777777" w:rsidR="00E43C28" w:rsidRPr="0027219F" w:rsidRDefault="00E43C28" w:rsidP="00E43C28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2AFCA45E" w14:textId="77777777" w:rsidR="00E43C28" w:rsidRPr="0027219F" w:rsidRDefault="00E43C28" w:rsidP="00E43C28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5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6</w:t>
      </w:r>
    </w:p>
    <w:p w14:paraId="0A37501D" w14:textId="77777777" w:rsidR="0085747A" w:rsidRPr="000A3AC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0A3AC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A3ACB">
        <w:rPr>
          <w:rFonts w:ascii="Corbel" w:hAnsi="Corbel"/>
          <w:szCs w:val="24"/>
        </w:rPr>
        <w:t xml:space="preserve">1. </w:t>
      </w:r>
      <w:r w:rsidR="0085747A" w:rsidRPr="000A3ACB">
        <w:rPr>
          <w:rFonts w:ascii="Corbel" w:hAnsi="Corbel"/>
          <w:szCs w:val="24"/>
        </w:rPr>
        <w:t xml:space="preserve">Podstawowe </w:t>
      </w:r>
      <w:r w:rsidR="00445970" w:rsidRPr="000A3AC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A3ACB" w14:paraId="53771823" w14:textId="77777777" w:rsidTr="00161F2C">
        <w:tc>
          <w:tcPr>
            <w:tcW w:w="2694" w:type="dxa"/>
            <w:vAlign w:val="center"/>
          </w:tcPr>
          <w:p w14:paraId="59701564" w14:textId="77777777" w:rsidR="0085747A" w:rsidRPr="000A3AC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6BDC03" w14:textId="77777777" w:rsidR="0085747A" w:rsidRPr="002208FF" w:rsidRDefault="008F39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208FF">
              <w:rPr>
                <w:rFonts w:ascii="Corbel" w:hAnsi="Corbel"/>
                <w:bCs/>
                <w:sz w:val="24"/>
                <w:szCs w:val="24"/>
              </w:rPr>
              <w:t>Organizacja usług publicznych w samorządzie terytorialnym</w:t>
            </w:r>
          </w:p>
        </w:tc>
      </w:tr>
      <w:tr w:rsidR="0085747A" w:rsidRPr="000A3ACB" w14:paraId="64A67AE3" w14:textId="77777777" w:rsidTr="00161F2C">
        <w:tc>
          <w:tcPr>
            <w:tcW w:w="2694" w:type="dxa"/>
            <w:vAlign w:val="center"/>
          </w:tcPr>
          <w:p w14:paraId="4CA29152" w14:textId="77777777" w:rsidR="0085747A" w:rsidRPr="000A3AC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A3AC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2C7DE0" w14:textId="77777777" w:rsidR="0085747A" w:rsidRPr="000A3ACB" w:rsidRDefault="00382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3ACB">
              <w:rPr>
                <w:rFonts w:ascii="Corbel" w:hAnsi="Corbel"/>
                <w:b w:val="0"/>
                <w:sz w:val="24"/>
                <w:szCs w:val="24"/>
              </w:rPr>
              <w:t>A2SO15</w:t>
            </w:r>
          </w:p>
        </w:tc>
      </w:tr>
      <w:tr w:rsidR="002D4C59" w:rsidRPr="000A3ACB" w14:paraId="5C0172EC" w14:textId="77777777" w:rsidTr="00161F2C">
        <w:tc>
          <w:tcPr>
            <w:tcW w:w="2694" w:type="dxa"/>
            <w:vAlign w:val="center"/>
          </w:tcPr>
          <w:p w14:paraId="249A5C16" w14:textId="77777777" w:rsidR="002D4C59" w:rsidRPr="000A3ACB" w:rsidRDefault="002D4C59" w:rsidP="002D4C5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5A7BFCBA" w:rsidR="002D4C59" w:rsidRPr="000A3ACB" w:rsidRDefault="00E43C28" w:rsidP="002D4C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3C28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2D4C59" w:rsidRPr="000A3ACB" w14:paraId="75E367B5" w14:textId="77777777" w:rsidTr="00161F2C">
        <w:tc>
          <w:tcPr>
            <w:tcW w:w="2694" w:type="dxa"/>
            <w:vAlign w:val="center"/>
          </w:tcPr>
          <w:p w14:paraId="0A39E105" w14:textId="77777777" w:rsidR="002D4C59" w:rsidRPr="000A3ACB" w:rsidRDefault="002D4C59" w:rsidP="002D4C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2F5916" w14:textId="489DDBD7" w:rsidR="002D4C59" w:rsidRPr="000A3ACB" w:rsidRDefault="00C17EC8" w:rsidP="002D4C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0A3ACB" w14:paraId="3CB95E45" w14:textId="77777777" w:rsidTr="00161F2C">
        <w:tc>
          <w:tcPr>
            <w:tcW w:w="2694" w:type="dxa"/>
            <w:vAlign w:val="center"/>
          </w:tcPr>
          <w:p w14:paraId="4B835047" w14:textId="77777777" w:rsidR="0085747A" w:rsidRPr="000A3A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8D9767" w14:textId="77777777" w:rsidR="0085747A" w:rsidRPr="000A3ACB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3ACB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0A3ACB" w14:paraId="3309CCB4" w14:textId="77777777" w:rsidTr="00161F2C">
        <w:tc>
          <w:tcPr>
            <w:tcW w:w="2694" w:type="dxa"/>
            <w:vAlign w:val="center"/>
          </w:tcPr>
          <w:p w14:paraId="448A1CED" w14:textId="77777777" w:rsidR="0085747A" w:rsidRPr="000A3AC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06588F" w14:textId="77777777" w:rsidR="0085747A" w:rsidRPr="000A3ACB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3AC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B448C" w:rsidRPr="000A3AC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A3ACB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0A3ACB" w14:paraId="3A488BE5" w14:textId="77777777" w:rsidTr="00161F2C">
        <w:tc>
          <w:tcPr>
            <w:tcW w:w="2694" w:type="dxa"/>
            <w:vAlign w:val="center"/>
          </w:tcPr>
          <w:p w14:paraId="04C0481C" w14:textId="77777777" w:rsidR="0085747A" w:rsidRPr="000A3A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0A3ACB" w:rsidRDefault="00BA2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 w:rsidRPr="000A3AC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0A3ACB" w14:paraId="0132ED40" w14:textId="77777777" w:rsidTr="00161F2C">
        <w:tc>
          <w:tcPr>
            <w:tcW w:w="2694" w:type="dxa"/>
            <w:vAlign w:val="center"/>
          </w:tcPr>
          <w:p w14:paraId="7C3992E0" w14:textId="77777777" w:rsidR="0085747A" w:rsidRPr="000A3A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FA260" w14:textId="77777777" w:rsidR="0085747A" w:rsidRPr="000A3ACB" w:rsidRDefault="000A3A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3ACB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0FFC" w:rsidRPr="000A3AC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 w:rsidRPr="000A3AC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0A3ACB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0A3ACB" w14:paraId="683E166D" w14:textId="77777777" w:rsidTr="00161F2C">
        <w:tc>
          <w:tcPr>
            <w:tcW w:w="2694" w:type="dxa"/>
            <w:vAlign w:val="center"/>
          </w:tcPr>
          <w:p w14:paraId="47AAF248" w14:textId="77777777" w:rsidR="0085747A" w:rsidRPr="000A3A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A3ACB">
              <w:rPr>
                <w:rFonts w:ascii="Corbel" w:hAnsi="Corbel"/>
                <w:sz w:val="24"/>
                <w:szCs w:val="24"/>
              </w:rPr>
              <w:t>/y</w:t>
            </w:r>
            <w:r w:rsidRPr="000A3AC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9A643" w14:textId="2E91E9E0" w:rsidR="0085747A" w:rsidRPr="000A3ACB" w:rsidRDefault="00596483" w:rsidP="009D1E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D3D62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56B78" w:rsidRPr="000A3AC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56B78" w:rsidRPr="000A3ACB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6B78" w:rsidRPr="000A3ACB">
              <w:rPr>
                <w:rFonts w:ascii="Corbel" w:hAnsi="Corbel"/>
                <w:b w:val="0"/>
                <w:sz w:val="24"/>
                <w:szCs w:val="24"/>
              </w:rPr>
              <w:t>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0A3ACB" w14:paraId="79EE58BA" w14:textId="77777777" w:rsidTr="00161F2C">
        <w:tc>
          <w:tcPr>
            <w:tcW w:w="2694" w:type="dxa"/>
            <w:vAlign w:val="center"/>
          </w:tcPr>
          <w:p w14:paraId="5863A118" w14:textId="77777777" w:rsidR="0085747A" w:rsidRPr="000A3A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744C17" w14:textId="267362E5" w:rsidR="0085747A" w:rsidRPr="000A3ACB" w:rsidRDefault="005C7657" w:rsidP="009D1E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A3ACB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  <w:r w:rsidR="00523B4C" w:rsidRPr="000A3ACB">
              <w:rPr>
                <w:rFonts w:ascii="Corbel" w:hAnsi="Corbel"/>
                <w:b w:val="0"/>
                <w:sz w:val="24"/>
                <w:szCs w:val="24"/>
              </w:rPr>
              <w:t>-specjaliza</w:t>
            </w:r>
            <w:r w:rsidR="009D1E1F" w:rsidRPr="000A3ACB">
              <w:rPr>
                <w:rFonts w:ascii="Corbel" w:hAnsi="Corbel"/>
                <w:b w:val="0"/>
                <w:sz w:val="24"/>
                <w:szCs w:val="24"/>
              </w:rPr>
              <w:t>cyjny</w:t>
            </w:r>
            <w:proofErr w:type="spellEnd"/>
            <w:r w:rsidRPr="000A3ACB">
              <w:rPr>
                <w:rFonts w:ascii="Corbel" w:hAnsi="Corbel"/>
                <w:b w:val="0"/>
                <w:sz w:val="24"/>
                <w:szCs w:val="24"/>
              </w:rPr>
              <w:t xml:space="preserve"> (</w:t>
            </w:r>
            <w:r w:rsidR="006D56A9" w:rsidRPr="000A3AC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  <w:r w:rsidRPr="000A3ACB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="00923D7D" w:rsidRPr="000A3ACB" w14:paraId="2786482B" w14:textId="77777777" w:rsidTr="00161F2C">
        <w:tc>
          <w:tcPr>
            <w:tcW w:w="2694" w:type="dxa"/>
            <w:vAlign w:val="center"/>
          </w:tcPr>
          <w:p w14:paraId="13A990D4" w14:textId="77777777" w:rsidR="00923D7D" w:rsidRPr="000A3AC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0A3ACB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3AC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 w:rsidRPr="000A3AC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61F2C" w:rsidRPr="000A3ACB" w14:paraId="05EBB097" w14:textId="77777777" w:rsidTr="00161F2C">
        <w:tc>
          <w:tcPr>
            <w:tcW w:w="2694" w:type="dxa"/>
            <w:vAlign w:val="center"/>
          </w:tcPr>
          <w:p w14:paraId="69C2AF6E" w14:textId="77777777" w:rsidR="00161F2C" w:rsidRPr="000A3ACB" w:rsidRDefault="00161F2C" w:rsidP="00161F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67A531" w14:textId="67A3C9AC" w:rsidR="00161F2C" w:rsidRPr="000A3ACB" w:rsidRDefault="00D33FEE" w:rsidP="00161F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3ACB">
              <w:rPr>
                <w:rFonts w:ascii="Corbel" w:hAnsi="Corbel"/>
                <w:b w:val="0"/>
                <w:sz w:val="24"/>
                <w:szCs w:val="24"/>
              </w:rPr>
              <w:t>dr hab. Agata Barczewska – Dziobek, prof. UR</w:t>
            </w:r>
          </w:p>
        </w:tc>
      </w:tr>
      <w:tr w:rsidR="00E43C28" w:rsidRPr="000A3ACB" w14:paraId="42D2D567" w14:textId="77777777" w:rsidTr="00161F2C">
        <w:tc>
          <w:tcPr>
            <w:tcW w:w="2694" w:type="dxa"/>
            <w:vAlign w:val="center"/>
          </w:tcPr>
          <w:p w14:paraId="471FE442" w14:textId="77777777" w:rsidR="00E43C28" w:rsidRPr="000A3ACB" w:rsidRDefault="00E43C28" w:rsidP="00E43C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03FA23" w14:textId="77777777" w:rsidR="009B4A79" w:rsidRDefault="00E43C28" w:rsidP="009B4A7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A3ACB">
              <w:rPr>
                <w:rFonts w:ascii="Corbel" w:hAnsi="Corbel"/>
                <w:b w:val="0"/>
                <w:sz w:val="24"/>
                <w:szCs w:val="24"/>
              </w:rPr>
              <w:t>dr hab. Agata Barczewska – Dziobek,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3AB6BB02" w14:textId="17331D9E" w:rsidR="00E43C28" w:rsidRPr="000A3ACB" w:rsidRDefault="00E43C28" w:rsidP="009B4A7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Dominika Nowa</w:t>
            </w:r>
            <w:r w:rsidR="009B4A79">
              <w:rPr>
                <w:rFonts w:ascii="Corbel" w:hAnsi="Corbel"/>
                <w:b w:val="0"/>
                <w:sz w:val="24"/>
                <w:szCs w:val="24"/>
              </w:rPr>
              <w:t>k</w:t>
            </w:r>
          </w:p>
        </w:tc>
      </w:tr>
    </w:tbl>
    <w:p w14:paraId="4DE066A3" w14:textId="0F80719B" w:rsidR="0085747A" w:rsidRPr="000A3ACB" w:rsidRDefault="0085747A" w:rsidP="009B4A79">
      <w:pPr>
        <w:pStyle w:val="Podpunkty"/>
        <w:ind w:left="0"/>
        <w:rPr>
          <w:rFonts w:ascii="Corbel" w:hAnsi="Corbel"/>
          <w:sz w:val="24"/>
          <w:szCs w:val="24"/>
        </w:rPr>
      </w:pPr>
      <w:r w:rsidRPr="000A3ACB">
        <w:rPr>
          <w:rFonts w:ascii="Corbel" w:hAnsi="Corbel"/>
          <w:sz w:val="24"/>
          <w:szCs w:val="24"/>
        </w:rPr>
        <w:t xml:space="preserve">* </w:t>
      </w:r>
      <w:r w:rsidRPr="000A3ACB">
        <w:rPr>
          <w:rFonts w:ascii="Corbel" w:hAnsi="Corbel"/>
          <w:i/>
          <w:sz w:val="24"/>
          <w:szCs w:val="24"/>
        </w:rPr>
        <w:t>-</w:t>
      </w:r>
      <w:r w:rsidR="00B90885" w:rsidRPr="000A3AC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A3ACB">
        <w:rPr>
          <w:rFonts w:ascii="Corbel" w:hAnsi="Corbel"/>
          <w:b w:val="0"/>
          <w:sz w:val="24"/>
          <w:szCs w:val="24"/>
        </w:rPr>
        <w:t>e,</w:t>
      </w:r>
      <w:r w:rsidR="00837106">
        <w:rPr>
          <w:rFonts w:ascii="Corbel" w:hAnsi="Corbel"/>
          <w:b w:val="0"/>
          <w:sz w:val="24"/>
          <w:szCs w:val="24"/>
        </w:rPr>
        <w:t xml:space="preserve"> </w:t>
      </w:r>
      <w:r w:rsidRPr="000A3AC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A3ACB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0A3AC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0A3AC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A3ACB">
        <w:rPr>
          <w:rFonts w:ascii="Corbel" w:hAnsi="Corbel"/>
          <w:sz w:val="24"/>
          <w:szCs w:val="24"/>
        </w:rPr>
        <w:t>1.</w:t>
      </w:r>
      <w:r w:rsidR="00E22FBC" w:rsidRPr="000A3ACB">
        <w:rPr>
          <w:rFonts w:ascii="Corbel" w:hAnsi="Corbel"/>
          <w:sz w:val="24"/>
          <w:szCs w:val="24"/>
        </w:rPr>
        <w:t>1</w:t>
      </w:r>
      <w:r w:rsidRPr="000A3AC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0A3AC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0A3ACB" w14:paraId="4A00F406" w14:textId="77777777" w:rsidTr="009B4A7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0A3ACB" w:rsidRDefault="00015B8F" w:rsidP="009B4A7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A3ACB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0A3ACB" w:rsidRDefault="002B5EA0" w:rsidP="009B4A7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A3ACB">
              <w:rPr>
                <w:rFonts w:ascii="Corbel" w:hAnsi="Corbel"/>
                <w:szCs w:val="24"/>
              </w:rPr>
              <w:t>(</w:t>
            </w:r>
            <w:r w:rsidR="00363F78" w:rsidRPr="000A3AC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A3ACB" w:rsidRDefault="00015B8F" w:rsidP="7570877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75708773">
              <w:rPr>
                <w:rFonts w:ascii="Corbel" w:hAnsi="Corbel"/>
              </w:rPr>
              <w:t>Wykł</w:t>
            </w:r>
            <w:proofErr w:type="spellEnd"/>
            <w:r w:rsidRPr="75708773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A3A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3AC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A3ACB" w:rsidRDefault="00015B8F" w:rsidP="7570877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75708773">
              <w:rPr>
                <w:rFonts w:ascii="Corbel" w:hAnsi="Corbel"/>
              </w:rPr>
              <w:t>Konw</w:t>
            </w:r>
            <w:proofErr w:type="spellEnd"/>
            <w:r w:rsidRPr="75708773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A3A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3AC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A3ACB" w:rsidRDefault="00015B8F" w:rsidP="7570877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75708773">
              <w:rPr>
                <w:rFonts w:ascii="Corbel" w:hAnsi="Corbel"/>
              </w:rPr>
              <w:t>Sem</w:t>
            </w:r>
            <w:proofErr w:type="spellEnd"/>
            <w:r w:rsidRPr="75708773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A3A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3AC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A3ACB" w:rsidRDefault="00015B8F" w:rsidP="7570877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75708773">
              <w:rPr>
                <w:rFonts w:ascii="Corbel" w:hAnsi="Corbel"/>
              </w:rPr>
              <w:t>Prakt</w:t>
            </w:r>
            <w:proofErr w:type="spellEnd"/>
            <w:r w:rsidRPr="75708773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A3A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3AC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0A3A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A3ACB">
              <w:rPr>
                <w:rFonts w:ascii="Corbel" w:hAnsi="Corbel"/>
                <w:b/>
                <w:szCs w:val="24"/>
              </w:rPr>
              <w:t>Liczba pkt</w:t>
            </w:r>
            <w:r w:rsidR="00B90885" w:rsidRPr="000A3ACB">
              <w:rPr>
                <w:rFonts w:ascii="Corbel" w:hAnsi="Corbel"/>
                <w:b/>
                <w:szCs w:val="24"/>
              </w:rPr>
              <w:t>.</w:t>
            </w:r>
            <w:r w:rsidRPr="000A3AC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A3ACB" w14:paraId="79823E8B" w14:textId="77777777" w:rsidTr="009B4A79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DA7B" w14:textId="77777777" w:rsidR="00015B8F" w:rsidRPr="000A3ACB" w:rsidRDefault="00161F2C" w:rsidP="009B4A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570877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A3ACB" w:rsidRDefault="00015B8F" w:rsidP="009B4A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A3ACB" w:rsidRDefault="00015B8F" w:rsidP="009B4A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0A3ACB" w:rsidRDefault="002533DE" w:rsidP="009B4A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570877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A3ACB" w:rsidRDefault="00015B8F" w:rsidP="009B4A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A3ACB" w:rsidRDefault="00015B8F" w:rsidP="009B4A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A3ACB" w:rsidRDefault="00015B8F" w:rsidP="009B4A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A3ACB" w:rsidRDefault="00015B8F" w:rsidP="009B4A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0A3ACB" w:rsidRDefault="00015B8F" w:rsidP="009B4A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0A3ACB" w:rsidRDefault="00AA6A2A" w:rsidP="009B4A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570877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0A3AC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36BB62C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0A3ACB">
        <w:rPr>
          <w:rFonts w:ascii="Corbel" w:hAnsi="Corbel"/>
          <w:smallCaps w:val="0"/>
          <w:szCs w:val="24"/>
        </w:rPr>
        <w:t>1.</w:t>
      </w:r>
      <w:r w:rsidR="00E22FBC" w:rsidRPr="000A3ACB">
        <w:rPr>
          <w:rFonts w:ascii="Corbel" w:hAnsi="Corbel"/>
          <w:smallCaps w:val="0"/>
          <w:szCs w:val="24"/>
        </w:rPr>
        <w:t>2</w:t>
      </w:r>
      <w:r w:rsidR="00F83B28" w:rsidRPr="000A3ACB">
        <w:rPr>
          <w:rFonts w:ascii="Corbel" w:hAnsi="Corbel"/>
          <w:smallCaps w:val="0"/>
          <w:szCs w:val="24"/>
        </w:rPr>
        <w:t>.</w:t>
      </w:r>
      <w:r w:rsidR="00F83B28" w:rsidRPr="000A3ACB">
        <w:rPr>
          <w:rFonts w:ascii="Corbel" w:hAnsi="Corbel"/>
          <w:smallCaps w:val="0"/>
          <w:szCs w:val="24"/>
        </w:rPr>
        <w:tab/>
      </w:r>
      <w:r w:rsidRPr="000A3ACB">
        <w:rPr>
          <w:rFonts w:ascii="Corbel" w:hAnsi="Corbel"/>
          <w:smallCaps w:val="0"/>
          <w:szCs w:val="24"/>
        </w:rPr>
        <w:t>Sposób realizacji zajęć</w:t>
      </w:r>
    </w:p>
    <w:p w14:paraId="6C13A07C" w14:textId="77777777" w:rsidR="009B4A79" w:rsidRPr="000A3ACB" w:rsidRDefault="009B4A7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1988DE1" w14:textId="7803F1D5" w:rsidR="0085747A" w:rsidRPr="000A3ACB" w:rsidRDefault="009B4A7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Corbel" w:eastAsia="MS Gothic" w:hAnsi="Corbel" w:cs="MS Gothic"/>
          <w:bCs/>
          <w:szCs w:val="24"/>
          <w:u w:val="single"/>
        </w:rPr>
        <w:t xml:space="preserve"> </w:t>
      </w:r>
      <w:r w:rsidRPr="009B4A79">
        <w:rPr>
          <w:rFonts w:ascii="Corbel" w:eastAsia="MS Gothic" w:hAnsi="Corbel" w:cs="MS Gothic"/>
          <w:bCs/>
          <w:szCs w:val="24"/>
          <w:u w:val="single"/>
        </w:rPr>
        <w:t>X</w:t>
      </w:r>
      <w:r w:rsidR="0085747A" w:rsidRPr="000A3AC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0A3AC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386692D9" w14:textId="77777777" w:rsidR="0085747A" w:rsidRPr="000A3AC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A3ACB">
        <w:rPr>
          <w:rFonts w:ascii="Corbel" w:eastAsia="MS Gothic" w:hAnsi="MS Gothic" w:cs="MS Gothic"/>
          <w:b w:val="0"/>
          <w:szCs w:val="24"/>
        </w:rPr>
        <w:t>☐</w:t>
      </w:r>
      <w:r w:rsidRPr="000A3AC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0A3AC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14E94582" w:rsidR="00E22FBC" w:rsidRPr="000A3ACB" w:rsidRDefault="00E22FBC" w:rsidP="757087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5708773">
        <w:rPr>
          <w:rFonts w:ascii="Corbel" w:hAnsi="Corbel"/>
          <w:smallCaps w:val="0"/>
        </w:rPr>
        <w:t>1.3</w:t>
      </w:r>
      <w:r w:rsidR="009B4A79">
        <w:rPr>
          <w:rFonts w:ascii="Corbel" w:hAnsi="Corbel"/>
          <w:smallCaps w:val="0"/>
        </w:rPr>
        <w:t>.</w:t>
      </w:r>
      <w:r w:rsidRPr="75708773">
        <w:rPr>
          <w:rFonts w:ascii="Corbel" w:hAnsi="Corbel"/>
          <w:smallCaps w:val="0"/>
        </w:rPr>
        <w:t xml:space="preserve"> For</w:t>
      </w:r>
      <w:r w:rsidR="00445970" w:rsidRPr="75708773">
        <w:rPr>
          <w:rFonts w:ascii="Corbel" w:hAnsi="Corbel"/>
          <w:smallCaps w:val="0"/>
        </w:rPr>
        <w:t xml:space="preserve">ma zaliczenia przedmiotu </w:t>
      </w:r>
      <w:r w:rsidRPr="75708773">
        <w:rPr>
          <w:rFonts w:ascii="Corbel" w:hAnsi="Corbel"/>
          <w:smallCaps w:val="0"/>
        </w:rPr>
        <w:t xml:space="preserve">(z toku) </w:t>
      </w:r>
      <w:r w:rsidRPr="75708773">
        <w:rPr>
          <w:rFonts w:ascii="Corbel" w:hAnsi="Corbel"/>
          <w:b w:val="0"/>
          <w:smallCaps w:val="0"/>
        </w:rPr>
        <w:t>(egzamin, zaliczenie z oceną, zaliczenie bez oceny)</w:t>
      </w:r>
    </w:p>
    <w:p w14:paraId="608343F6" w14:textId="1097E128" w:rsidR="75708773" w:rsidRDefault="75708773" w:rsidP="75708773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6BB0E224" w14:textId="15802336" w:rsidR="00071105" w:rsidRPr="000A3ACB" w:rsidRDefault="009B4A79" w:rsidP="009B4A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</w:rPr>
        <w:t>Konwersatorium: z</w:t>
      </w:r>
      <w:r w:rsidR="00C2018D" w:rsidRPr="75708773">
        <w:rPr>
          <w:rFonts w:ascii="Corbel" w:hAnsi="Corbel"/>
          <w:b w:val="0"/>
          <w:smallCaps w:val="0"/>
        </w:rPr>
        <w:t>aliczenie z oceną</w:t>
      </w:r>
    </w:p>
    <w:p w14:paraId="45FB0818" w14:textId="77777777" w:rsidR="00E960BB" w:rsidRPr="000A3AC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0A3AC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75708773">
        <w:rPr>
          <w:rFonts w:ascii="Corbel" w:hAnsi="Corbel"/>
        </w:rPr>
        <w:t xml:space="preserve">2.Wymagania wstępne </w:t>
      </w:r>
    </w:p>
    <w:p w14:paraId="58FB25BF" w14:textId="6F8BE9ED" w:rsidR="75708773" w:rsidRDefault="75708773" w:rsidP="75708773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A3ACB" w14:paraId="20CBA5BA" w14:textId="77777777" w:rsidTr="00745302">
        <w:tc>
          <w:tcPr>
            <w:tcW w:w="9670" w:type="dxa"/>
          </w:tcPr>
          <w:p w14:paraId="02A2DE99" w14:textId="77777777" w:rsidR="0085747A" w:rsidRPr="000A3ACB" w:rsidRDefault="006F2AF8" w:rsidP="00303A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300D20" w:rsidRPr="000A3A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</w:t>
            </w:r>
            <w:r w:rsidRPr="000A3A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 funkcjonowania administracji publicznej</w:t>
            </w:r>
            <w:r w:rsidR="00300D20" w:rsidRPr="000A3A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jej struktur i zadań</w:t>
            </w:r>
            <w:r w:rsidR="00AE46E4" w:rsidRPr="000A3A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69B63C5" w14:textId="3BAA6631" w:rsidR="0085747A" w:rsidRPr="009B4A79" w:rsidRDefault="0071620A" w:rsidP="009B4A79">
      <w:pPr>
        <w:spacing w:after="0" w:line="240" w:lineRule="auto"/>
        <w:rPr>
          <w:rFonts w:ascii="Corbel" w:hAnsi="Corbel"/>
          <w:b/>
          <w:bCs/>
          <w:smallCaps/>
          <w:sz w:val="24"/>
          <w:szCs w:val="24"/>
        </w:rPr>
      </w:pPr>
      <w:r w:rsidRPr="009B4A79">
        <w:rPr>
          <w:rFonts w:ascii="Corbel" w:hAnsi="Corbel"/>
          <w:b/>
          <w:bCs/>
          <w:smallCaps/>
          <w:sz w:val="24"/>
          <w:szCs w:val="24"/>
        </w:rPr>
        <w:t>3.</w:t>
      </w:r>
      <w:r w:rsidR="00A84C85" w:rsidRPr="009B4A79">
        <w:rPr>
          <w:rFonts w:ascii="Corbel" w:hAnsi="Corbel"/>
          <w:b/>
          <w:bCs/>
          <w:smallCaps/>
          <w:sz w:val="24"/>
          <w:szCs w:val="24"/>
        </w:rPr>
        <w:t>cele, efekty uczenia się</w:t>
      </w:r>
      <w:r w:rsidR="0085747A" w:rsidRPr="009B4A79">
        <w:rPr>
          <w:rFonts w:ascii="Corbel" w:hAnsi="Corbel"/>
          <w:b/>
          <w:bCs/>
          <w:smallCaps/>
          <w:sz w:val="24"/>
          <w:szCs w:val="24"/>
        </w:rPr>
        <w:t>, treści Programowe i stosowane metody Dydaktyczne</w:t>
      </w:r>
    </w:p>
    <w:p w14:paraId="53128261" w14:textId="77777777" w:rsidR="0085747A" w:rsidRPr="000A3ACB" w:rsidRDefault="0085747A" w:rsidP="009B4A79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0A3ACB" w:rsidRDefault="0071620A" w:rsidP="009B4A79">
      <w:pPr>
        <w:pStyle w:val="Podpunkty"/>
        <w:rPr>
          <w:rFonts w:ascii="Corbel" w:hAnsi="Corbel"/>
          <w:sz w:val="24"/>
          <w:szCs w:val="24"/>
        </w:rPr>
      </w:pPr>
      <w:r w:rsidRPr="000A3ACB">
        <w:rPr>
          <w:rFonts w:ascii="Corbel" w:hAnsi="Corbel"/>
          <w:sz w:val="24"/>
          <w:szCs w:val="24"/>
        </w:rPr>
        <w:t xml:space="preserve">3.1 </w:t>
      </w:r>
      <w:r w:rsidR="00C05F44" w:rsidRPr="000A3ACB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9B4A79" w:rsidRDefault="00F83B28" w:rsidP="009B4A79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64119" w:rsidRPr="004852D6" w14:paraId="129978CF" w14:textId="77777777" w:rsidTr="009B4A79">
        <w:tc>
          <w:tcPr>
            <w:tcW w:w="845" w:type="dxa"/>
            <w:vAlign w:val="center"/>
          </w:tcPr>
          <w:p w14:paraId="3804C4C8" w14:textId="03AD4470" w:rsidR="00D64119" w:rsidRPr="004852D6" w:rsidRDefault="00D64119" w:rsidP="009B4A7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852D6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9FE0F30" w14:textId="77777777" w:rsidR="00D64119" w:rsidRPr="004852D6" w:rsidRDefault="00D64119" w:rsidP="009B4A7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852D6">
              <w:rPr>
                <w:rFonts w:ascii="Corbel" w:hAnsi="Corbel"/>
                <w:b w:val="0"/>
                <w:sz w:val="24"/>
                <w:szCs w:val="24"/>
              </w:rPr>
              <w:t>Celem przedmiotu jest zapoznanie studenta z obszarami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formami prawnymi </w:t>
            </w:r>
            <w:r w:rsidRPr="004852D6">
              <w:rPr>
                <w:rFonts w:ascii="Corbel" w:hAnsi="Corbel"/>
                <w:b w:val="0"/>
                <w:sz w:val="24"/>
                <w:szCs w:val="24"/>
              </w:rPr>
              <w:t xml:space="preserve">wykonywania usług publicznych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jednostki samorządu terytorialnego.</w:t>
            </w:r>
          </w:p>
        </w:tc>
      </w:tr>
      <w:tr w:rsidR="00D64119" w:rsidRPr="004852D6" w14:paraId="15964C30" w14:textId="77777777" w:rsidTr="009B4A79">
        <w:tc>
          <w:tcPr>
            <w:tcW w:w="845" w:type="dxa"/>
            <w:vAlign w:val="center"/>
          </w:tcPr>
          <w:p w14:paraId="24BC64E8" w14:textId="77777777" w:rsidR="00D64119" w:rsidRPr="004852D6" w:rsidRDefault="00D64119" w:rsidP="009B4A79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A77EB99" w14:textId="77777777" w:rsidR="00D64119" w:rsidRPr="004852D6" w:rsidRDefault="00D64119" w:rsidP="009B4A7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852D6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</w:t>
            </w:r>
            <w:r w:rsidRPr="004852D6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przez studenta umiejętności 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opracowania aktów kierownictwa w zakresie organizowania struktur administracji świadczącej.</w:t>
            </w:r>
          </w:p>
        </w:tc>
      </w:tr>
    </w:tbl>
    <w:p w14:paraId="4101652C" w14:textId="77777777" w:rsidR="0085747A" w:rsidRPr="000A3AC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0A3AC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A3ACB">
        <w:rPr>
          <w:rFonts w:ascii="Corbel" w:hAnsi="Corbel"/>
          <w:b/>
          <w:sz w:val="24"/>
          <w:szCs w:val="24"/>
        </w:rPr>
        <w:t xml:space="preserve">3.2 </w:t>
      </w:r>
      <w:r w:rsidR="001D7B54" w:rsidRPr="000A3ACB">
        <w:rPr>
          <w:rFonts w:ascii="Corbel" w:hAnsi="Corbel"/>
          <w:b/>
          <w:sz w:val="24"/>
          <w:szCs w:val="24"/>
        </w:rPr>
        <w:t xml:space="preserve">Efekty </w:t>
      </w:r>
      <w:r w:rsidR="00C05F44" w:rsidRPr="000A3AC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A3ACB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0A3AC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0A3ACB" w14:paraId="61F38664" w14:textId="77777777" w:rsidTr="75708773">
        <w:tc>
          <w:tcPr>
            <w:tcW w:w="1679" w:type="dxa"/>
            <w:vAlign w:val="center"/>
          </w:tcPr>
          <w:p w14:paraId="41C145ED" w14:textId="77777777" w:rsidR="0085747A" w:rsidRPr="000A3AC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A3AC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A3AC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A3AC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DEC5602" w14:textId="77777777" w:rsidR="0085747A" w:rsidRPr="000A3ACB" w:rsidRDefault="0085747A" w:rsidP="757087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5708773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C05F44" w:rsidRPr="75708773"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75708773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0A3AC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A3AC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649B" w:rsidRPr="000A3ACB" w14:paraId="079629A3" w14:textId="77777777" w:rsidTr="009B4A79">
        <w:tc>
          <w:tcPr>
            <w:tcW w:w="1679" w:type="dxa"/>
          </w:tcPr>
          <w:p w14:paraId="1299C43A" w14:textId="29274226" w:rsidR="00A0649B" w:rsidRPr="009B4A79" w:rsidRDefault="00A0649B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46932184" w14:textId="0146EC68" w:rsidR="00A0649B" w:rsidRPr="000A3ACB" w:rsidRDefault="006D0217" w:rsidP="00EB2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708773">
              <w:rPr>
                <w:rFonts w:ascii="Corbel" w:hAnsi="Corbel"/>
                <w:b w:val="0"/>
                <w:smallCaps w:val="0"/>
              </w:rPr>
              <w:t>Student p</w:t>
            </w:r>
            <w:r w:rsidR="00C70C0C" w:rsidRPr="75708773">
              <w:rPr>
                <w:rFonts w:ascii="Corbel" w:hAnsi="Corbel"/>
                <w:b w:val="0"/>
                <w:smallCaps w:val="0"/>
              </w:rPr>
              <w:t>osiada zaawansowaną wiedzę ogólną w obszarze nauk społecznych z zakresu prawa i administracji oraz uporządkowaną i podbudowaną teoretycznie wiedzę obejmującą kluczowe zagadnienia, ekonomiczne,</w:t>
            </w:r>
            <w:r w:rsidR="00EB286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C70C0C" w:rsidRPr="75708773">
              <w:rPr>
                <w:rFonts w:ascii="Corbel" w:hAnsi="Corbel"/>
                <w:b w:val="0"/>
                <w:smallCaps w:val="0"/>
              </w:rPr>
              <w:t>polityczne oraz socjologiczne;</w:t>
            </w:r>
          </w:p>
        </w:tc>
        <w:tc>
          <w:tcPr>
            <w:tcW w:w="1865" w:type="dxa"/>
          </w:tcPr>
          <w:p w14:paraId="79569C6D" w14:textId="230FDDB2" w:rsidR="00A0649B" w:rsidRPr="000A3ACB" w:rsidRDefault="00C70C0C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64A6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A0649B" w:rsidRPr="000A3ACB" w14:paraId="75391E19" w14:textId="77777777" w:rsidTr="009B4A79">
        <w:tc>
          <w:tcPr>
            <w:tcW w:w="1679" w:type="dxa"/>
          </w:tcPr>
          <w:p w14:paraId="56A76B19" w14:textId="77777777" w:rsidR="00A0649B" w:rsidRPr="000A3ACB" w:rsidRDefault="00A0649B" w:rsidP="009B4A7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8A3D94F" w14:textId="2400945C" w:rsidR="00A0649B" w:rsidRPr="000A3ACB" w:rsidRDefault="006D0217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708773">
              <w:rPr>
                <w:rFonts w:ascii="Corbel" w:hAnsi="Corbel"/>
                <w:b w:val="0"/>
                <w:smallCaps w:val="0"/>
              </w:rPr>
              <w:t>Student w</w:t>
            </w:r>
            <w:r w:rsidR="00B43051" w:rsidRPr="75708773">
              <w:rPr>
                <w:rFonts w:ascii="Corbel" w:hAnsi="Corbel"/>
                <w:b w:val="0"/>
                <w:smallCaps w:val="0"/>
              </w:rPr>
              <w:t>ykazuje się szczegółową wiedzą na temat struktur, instytucji i zasad działania organów administracji publicznej (krajowych, międzynarodowych i unijnych) i podmiotów administrujących, ich genezy i ewolucji oraz</w:t>
            </w:r>
            <w:r w:rsidR="009B4A79">
              <w:rPr>
                <w:rFonts w:ascii="Corbel" w:hAnsi="Corbel"/>
                <w:b w:val="0"/>
                <w:smallCaps w:val="0"/>
              </w:rPr>
              <w:t xml:space="preserve"> </w:t>
            </w:r>
            <w:r w:rsidR="00B43051" w:rsidRPr="75708773">
              <w:rPr>
                <w:rFonts w:ascii="Corbel" w:hAnsi="Corbel"/>
                <w:b w:val="0"/>
                <w:smallCaps w:val="0"/>
              </w:rPr>
              <w:t>wykonywanych przez nie zadań;</w:t>
            </w:r>
          </w:p>
        </w:tc>
        <w:tc>
          <w:tcPr>
            <w:tcW w:w="1865" w:type="dxa"/>
          </w:tcPr>
          <w:p w14:paraId="3FB25131" w14:textId="738DC11B" w:rsidR="00A0649B" w:rsidRPr="000A3ACB" w:rsidRDefault="00B43051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64A6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B016C6" w:rsidRPr="000A3ACB" w14:paraId="6AB4C055" w14:textId="77777777" w:rsidTr="009B4A79">
        <w:tc>
          <w:tcPr>
            <w:tcW w:w="1679" w:type="dxa"/>
          </w:tcPr>
          <w:p w14:paraId="41960800" w14:textId="77777777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6466D256" w14:textId="77777777" w:rsidR="00B016C6" w:rsidRPr="000A3ACB" w:rsidRDefault="006D0217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708773">
              <w:rPr>
                <w:rFonts w:ascii="Corbel" w:hAnsi="Corbel"/>
                <w:b w:val="0"/>
                <w:smallCaps w:val="0"/>
              </w:rPr>
              <w:t>Student p</w:t>
            </w:r>
            <w:r w:rsidR="00B016C6" w:rsidRPr="75708773">
              <w:rPr>
                <w:rFonts w:ascii="Corbel" w:hAnsi="Corbel"/>
                <w:b w:val="0"/>
                <w:smallCaps w:val="0"/>
              </w:rPr>
              <w:t>osiada rozszerzoną wiedzę o roli człowieka, jego cechach i aktywności w sferze administracji oraz jako twórcy kultury i podmiotu konstytuującego struktury społeczne i</w:t>
            </w:r>
            <w:r w:rsidR="00ED44EF" w:rsidRPr="7570877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B016C6" w:rsidRPr="75708773">
              <w:rPr>
                <w:rFonts w:ascii="Corbel" w:hAnsi="Corbel"/>
                <w:b w:val="0"/>
                <w:smallCaps w:val="0"/>
              </w:rPr>
              <w:t>zasady ich funkcjonowania;</w:t>
            </w:r>
          </w:p>
        </w:tc>
        <w:tc>
          <w:tcPr>
            <w:tcW w:w="1865" w:type="dxa"/>
          </w:tcPr>
          <w:p w14:paraId="3461D779" w14:textId="62216DE4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B016C6" w:rsidRPr="000A3ACB" w14:paraId="1078DFD6" w14:textId="77777777" w:rsidTr="009B4A79">
        <w:tc>
          <w:tcPr>
            <w:tcW w:w="1679" w:type="dxa"/>
          </w:tcPr>
          <w:p w14:paraId="78C3198C" w14:textId="77777777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52843F41" w14:textId="77777777" w:rsidR="00B016C6" w:rsidRPr="000A3ACB" w:rsidRDefault="006D0217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708773">
              <w:rPr>
                <w:rFonts w:ascii="Corbel" w:hAnsi="Corbel"/>
                <w:b w:val="0"/>
                <w:smallCaps w:val="0"/>
              </w:rPr>
              <w:t>Student p</w:t>
            </w:r>
            <w:r w:rsidR="00B016C6" w:rsidRPr="75708773">
              <w:rPr>
                <w:rFonts w:ascii="Corbel" w:hAnsi="Corbel"/>
                <w:b w:val="0"/>
                <w:smallCaps w:val="0"/>
              </w:rPr>
              <w:t>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</w:tcPr>
          <w:p w14:paraId="3CFCD0C1" w14:textId="77777777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016C6" w:rsidRPr="000A3ACB" w14:paraId="0B089539" w14:textId="77777777" w:rsidTr="009B4A79">
        <w:tc>
          <w:tcPr>
            <w:tcW w:w="1679" w:type="dxa"/>
          </w:tcPr>
          <w:p w14:paraId="74357262" w14:textId="77777777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5D9DBD1F" w14:textId="77777777" w:rsidR="00B016C6" w:rsidRPr="000A3ACB" w:rsidRDefault="006D0217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708773">
              <w:rPr>
                <w:rFonts w:ascii="Corbel" w:hAnsi="Corbel"/>
                <w:b w:val="0"/>
                <w:smallCaps w:val="0"/>
              </w:rPr>
              <w:t>Student p</w:t>
            </w:r>
            <w:r w:rsidR="00B016C6" w:rsidRPr="75708773">
              <w:rPr>
                <w:rFonts w:ascii="Corbel" w:hAnsi="Corbel"/>
                <w:b w:val="0"/>
                <w:smallCaps w:val="0"/>
              </w:rPr>
              <w:t>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</w:tcPr>
          <w:p w14:paraId="5E6EAEE4" w14:textId="77777777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016C6" w:rsidRPr="000A3ACB" w14:paraId="108DDF60" w14:textId="77777777" w:rsidTr="009B4A79">
        <w:trPr>
          <w:trHeight w:val="1499"/>
        </w:trPr>
        <w:tc>
          <w:tcPr>
            <w:tcW w:w="1679" w:type="dxa"/>
          </w:tcPr>
          <w:p w14:paraId="139A5216" w14:textId="77777777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6798B3CA" w14:textId="77777777" w:rsidR="00B016C6" w:rsidRPr="000A3ACB" w:rsidRDefault="006D0217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708773">
              <w:rPr>
                <w:rFonts w:ascii="Corbel" w:hAnsi="Corbel"/>
                <w:b w:val="0"/>
                <w:smallCaps w:val="0"/>
              </w:rPr>
              <w:t>Student p</w:t>
            </w:r>
            <w:r w:rsidR="00B016C6" w:rsidRPr="75708773">
              <w:rPr>
                <w:rFonts w:ascii="Corbel" w:hAnsi="Corbel"/>
                <w:b w:val="0"/>
                <w:smallCaps w:val="0"/>
              </w:rPr>
              <w:t>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65" w:type="dxa"/>
          </w:tcPr>
          <w:p w14:paraId="2A4E307F" w14:textId="77777777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</w:tbl>
    <w:p w14:paraId="7FD78A42" w14:textId="77777777" w:rsidR="009B4A79" w:rsidRDefault="009B4A79">
      <w:r>
        <w:rPr>
          <w:b/>
          <w:smallCap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B016C6" w:rsidRPr="000A3ACB" w14:paraId="289E3EFB" w14:textId="77777777" w:rsidTr="009B4A79">
        <w:tc>
          <w:tcPr>
            <w:tcW w:w="1679" w:type="dxa"/>
          </w:tcPr>
          <w:p w14:paraId="55CE86DB" w14:textId="4548404C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6" w:type="dxa"/>
          </w:tcPr>
          <w:p w14:paraId="6A6B8ACC" w14:textId="17AE6BB2" w:rsidR="00B016C6" w:rsidRPr="000A3ACB" w:rsidRDefault="006D0217" w:rsidP="00EB2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708773">
              <w:rPr>
                <w:rFonts w:ascii="Corbel" w:hAnsi="Corbel"/>
                <w:b w:val="0"/>
                <w:smallCaps w:val="0"/>
              </w:rPr>
              <w:t>Student p</w:t>
            </w:r>
            <w:r w:rsidR="00B016C6" w:rsidRPr="75708773">
              <w:rPr>
                <w:rFonts w:ascii="Corbel" w:hAnsi="Corbel"/>
                <w:b w:val="0"/>
                <w:smallCaps w:val="0"/>
              </w:rPr>
              <w:t>osiada umiejętność prowadzenia debaty, przygotowania prac pisemnych, prezentacji</w:t>
            </w:r>
            <w:r w:rsidR="29617A69" w:rsidRPr="7570877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B016C6" w:rsidRPr="75708773">
              <w:rPr>
                <w:rFonts w:ascii="Corbel" w:hAnsi="Corbel"/>
                <w:b w:val="0"/>
                <w:smallCaps w:val="0"/>
              </w:rPr>
              <w:t>multimedialnych,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</w:t>
            </w:r>
            <w:r w:rsidR="00EB286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B016C6" w:rsidRPr="75708773">
              <w:rPr>
                <w:rFonts w:ascii="Corbel" w:hAnsi="Corbel"/>
                <w:b w:val="0"/>
                <w:smallCaps w:val="0"/>
              </w:rPr>
              <w:t>danych statystycznych;</w:t>
            </w:r>
          </w:p>
        </w:tc>
        <w:tc>
          <w:tcPr>
            <w:tcW w:w="1865" w:type="dxa"/>
          </w:tcPr>
          <w:p w14:paraId="661AB4C3" w14:textId="77777777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016C6" w:rsidRPr="000A3ACB" w14:paraId="44EC6B9F" w14:textId="77777777" w:rsidTr="009B4A79">
        <w:tc>
          <w:tcPr>
            <w:tcW w:w="1679" w:type="dxa"/>
          </w:tcPr>
          <w:p w14:paraId="30AC254F" w14:textId="77777777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18028411" w14:textId="77777777" w:rsidR="00B016C6" w:rsidRPr="000A3ACB" w:rsidRDefault="006D0217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708773">
              <w:rPr>
                <w:rFonts w:ascii="Corbel" w:hAnsi="Corbel"/>
                <w:b w:val="0"/>
                <w:smallCaps w:val="0"/>
              </w:rPr>
              <w:t>Student j</w:t>
            </w:r>
            <w:r w:rsidR="00B016C6" w:rsidRPr="75708773">
              <w:rPr>
                <w:rFonts w:ascii="Corbel" w:hAnsi="Corbel"/>
                <w:b w:val="0"/>
                <w:smallCaps w:val="0"/>
              </w:rPr>
              <w:t>est gotowy samodzielnie i krytycznie uzupełniać wiedzę,</w:t>
            </w:r>
            <w:r w:rsidR="00ED44EF" w:rsidRPr="7570877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B016C6" w:rsidRPr="75708773">
              <w:rPr>
                <w:rFonts w:ascii="Corbel" w:hAnsi="Corbel"/>
                <w:b w:val="0"/>
                <w:smallCaps w:val="0"/>
              </w:rPr>
              <w:t>w tym również na gruncie interdyscyplinarnym.</w:t>
            </w:r>
          </w:p>
        </w:tc>
        <w:tc>
          <w:tcPr>
            <w:tcW w:w="1865" w:type="dxa"/>
          </w:tcPr>
          <w:p w14:paraId="54E3E2D9" w14:textId="77777777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016C6" w:rsidRPr="000A3ACB" w14:paraId="627EC693" w14:textId="77777777" w:rsidTr="009B4A79">
        <w:tc>
          <w:tcPr>
            <w:tcW w:w="1679" w:type="dxa"/>
          </w:tcPr>
          <w:p w14:paraId="563D41BF" w14:textId="77777777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7681D986" w14:textId="77777777" w:rsidR="00B016C6" w:rsidRPr="000A3ACB" w:rsidRDefault="006D0217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708773">
              <w:rPr>
                <w:rFonts w:ascii="Corbel" w:hAnsi="Corbel"/>
                <w:b w:val="0"/>
                <w:smallCaps w:val="0"/>
              </w:rPr>
              <w:t>Student u</w:t>
            </w:r>
            <w:r w:rsidR="00B016C6" w:rsidRPr="75708773">
              <w:rPr>
                <w:rFonts w:ascii="Corbel" w:hAnsi="Corbel"/>
                <w:b w:val="0"/>
                <w:smallCaps w:val="0"/>
              </w:rPr>
              <w:t>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</w:tcPr>
          <w:p w14:paraId="5B2AA153" w14:textId="77777777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016C6" w:rsidRPr="000A3ACB" w14:paraId="0B08921B" w14:textId="77777777" w:rsidTr="009B4A79">
        <w:tc>
          <w:tcPr>
            <w:tcW w:w="1679" w:type="dxa"/>
          </w:tcPr>
          <w:p w14:paraId="7F7E1266" w14:textId="77777777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6" w:type="dxa"/>
          </w:tcPr>
          <w:p w14:paraId="305BD1AB" w14:textId="77777777" w:rsidR="00B016C6" w:rsidRPr="000A3ACB" w:rsidRDefault="006D0217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708773">
              <w:rPr>
                <w:rFonts w:ascii="Corbel" w:hAnsi="Corbel"/>
                <w:b w:val="0"/>
                <w:smallCaps w:val="0"/>
              </w:rPr>
              <w:t>Student p</w:t>
            </w:r>
            <w:r w:rsidR="00B016C6" w:rsidRPr="75708773">
              <w:rPr>
                <w:rFonts w:ascii="Corbel" w:hAnsi="Corbel"/>
                <w:b w:val="0"/>
                <w:smallCaps w:val="0"/>
              </w:rPr>
              <w:t>otrafi działać w sposób zorganizowany, wykorzystując</w:t>
            </w:r>
            <w:r w:rsidR="00ED44EF" w:rsidRPr="7570877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B016C6" w:rsidRPr="75708773">
              <w:rPr>
                <w:rFonts w:ascii="Corbel" w:hAnsi="Corbel"/>
                <w:b w:val="0"/>
                <w:smallCaps w:val="0"/>
              </w:rPr>
              <w:t>wiedzę i umiejętności zdobyte w trakcie studiów;</w:t>
            </w:r>
          </w:p>
        </w:tc>
        <w:tc>
          <w:tcPr>
            <w:tcW w:w="1865" w:type="dxa"/>
          </w:tcPr>
          <w:p w14:paraId="37643912" w14:textId="77777777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B016C6" w:rsidRPr="000A3ACB" w14:paraId="15DD8AEA" w14:textId="77777777" w:rsidTr="009B4A79">
        <w:tc>
          <w:tcPr>
            <w:tcW w:w="1679" w:type="dxa"/>
          </w:tcPr>
          <w:p w14:paraId="29FCE2A6" w14:textId="77777777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6" w:type="dxa"/>
          </w:tcPr>
          <w:p w14:paraId="304D8598" w14:textId="77777777" w:rsidR="00B016C6" w:rsidRPr="000A3ACB" w:rsidRDefault="006D0217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708773">
              <w:rPr>
                <w:rFonts w:ascii="Corbel" w:hAnsi="Corbel"/>
                <w:b w:val="0"/>
                <w:smallCaps w:val="0"/>
              </w:rPr>
              <w:t>Student w</w:t>
            </w:r>
            <w:r w:rsidR="00B016C6" w:rsidRPr="75708773">
              <w:rPr>
                <w:rFonts w:ascii="Corbel" w:hAnsi="Corbel"/>
                <w:b w:val="0"/>
                <w:smallCaps w:val="0"/>
              </w:rPr>
              <w:t>ykazuje odpowiedzialność za własne przygotowanie do</w:t>
            </w:r>
            <w:r w:rsidR="00ED44EF" w:rsidRPr="7570877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B016C6" w:rsidRPr="75708773">
              <w:rPr>
                <w:rFonts w:ascii="Corbel" w:hAnsi="Corbel"/>
                <w:b w:val="0"/>
                <w:smallCaps w:val="0"/>
              </w:rPr>
              <w:t>pracy, podejmowane decyzje, działania i ich skutki;</w:t>
            </w:r>
          </w:p>
        </w:tc>
        <w:tc>
          <w:tcPr>
            <w:tcW w:w="1865" w:type="dxa"/>
          </w:tcPr>
          <w:p w14:paraId="69B49A12" w14:textId="77777777" w:rsidR="00B016C6" w:rsidRPr="000A3ACB" w:rsidRDefault="00B016C6" w:rsidP="009B4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CF2D8B6" w14:textId="77777777" w:rsidR="0085747A" w:rsidRPr="000A3AC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4E79AE8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A3ACB">
        <w:rPr>
          <w:rFonts w:ascii="Corbel" w:hAnsi="Corbel"/>
          <w:b/>
          <w:sz w:val="24"/>
          <w:szCs w:val="24"/>
        </w:rPr>
        <w:t>3.3</w:t>
      </w:r>
      <w:r w:rsidR="009B4A79">
        <w:rPr>
          <w:rFonts w:ascii="Corbel" w:hAnsi="Corbel"/>
          <w:b/>
          <w:sz w:val="24"/>
          <w:szCs w:val="24"/>
        </w:rPr>
        <w:t>.</w:t>
      </w:r>
      <w:r w:rsidR="0085747A" w:rsidRPr="000A3ACB">
        <w:rPr>
          <w:rFonts w:ascii="Corbel" w:hAnsi="Corbel"/>
          <w:b/>
          <w:sz w:val="24"/>
          <w:szCs w:val="24"/>
        </w:rPr>
        <w:t>T</w:t>
      </w:r>
      <w:r w:rsidR="001D7B54" w:rsidRPr="000A3ACB">
        <w:rPr>
          <w:rFonts w:ascii="Corbel" w:hAnsi="Corbel"/>
          <w:b/>
          <w:sz w:val="24"/>
          <w:szCs w:val="24"/>
        </w:rPr>
        <w:t>reści programowe</w:t>
      </w:r>
    </w:p>
    <w:p w14:paraId="3E514493" w14:textId="77777777" w:rsidR="009B4A79" w:rsidRPr="000A3ACB" w:rsidRDefault="009B4A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0DF372B8" w:rsidR="0085747A" w:rsidRPr="000A3ACB" w:rsidRDefault="0085747A" w:rsidP="009B4A79">
      <w:pPr>
        <w:pStyle w:val="Akapitzlist"/>
        <w:numPr>
          <w:ilvl w:val="0"/>
          <w:numId w:val="1"/>
        </w:numPr>
        <w:spacing w:after="120" w:line="240" w:lineRule="auto"/>
        <w:rPr>
          <w:rFonts w:ascii="Corbel" w:hAnsi="Corbel"/>
          <w:sz w:val="24"/>
          <w:szCs w:val="24"/>
        </w:rPr>
      </w:pPr>
      <w:r w:rsidRPr="000A3ACB">
        <w:rPr>
          <w:rFonts w:ascii="Corbel" w:hAnsi="Corbel"/>
          <w:sz w:val="24"/>
          <w:szCs w:val="24"/>
        </w:rPr>
        <w:t xml:space="preserve">Problematyka wykładu </w:t>
      </w:r>
      <w:r w:rsidR="009B4A79">
        <w:rPr>
          <w:rFonts w:ascii="Corbel" w:hAnsi="Corbel"/>
          <w:sz w:val="24"/>
          <w:szCs w:val="24"/>
        </w:rPr>
        <w:t>– nie dotyczy</w:t>
      </w:r>
    </w:p>
    <w:p w14:paraId="1FC39945" w14:textId="77777777" w:rsidR="0085747A" w:rsidRPr="000A3AC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A3ACB" w:rsidRDefault="0085747A" w:rsidP="009B4A79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0A3AC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A3ACB">
        <w:rPr>
          <w:rFonts w:ascii="Corbel" w:hAnsi="Corbel"/>
          <w:sz w:val="24"/>
          <w:szCs w:val="24"/>
        </w:rPr>
        <w:t xml:space="preserve">, </w:t>
      </w:r>
      <w:r w:rsidRPr="000A3ACB">
        <w:rPr>
          <w:rFonts w:ascii="Corbel" w:hAnsi="Corbel"/>
          <w:sz w:val="24"/>
          <w:szCs w:val="24"/>
        </w:rPr>
        <w:t xml:space="preserve">zajęć praktycznych </w:t>
      </w:r>
    </w:p>
    <w:p w14:paraId="0562CB0E" w14:textId="77777777" w:rsidR="0023579F" w:rsidRPr="000A3ACB" w:rsidRDefault="0023579F" w:rsidP="0023579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A36" w:rsidRPr="004852D6" w14:paraId="48D5D929" w14:textId="77777777" w:rsidTr="009B4A79">
        <w:trPr>
          <w:trHeight w:val="397"/>
        </w:trPr>
        <w:tc>
          <w:tcPr>
            <w:tcW w:w="9520" w:type="dxa"/>
          </w:tcPr>
          <w:p w14:paraId="513712B7" w14:textId="77777777" w:rsidR="00CD6A36" w:rsidRPr="004852D6" w:rsidRDefault="00CD6A36" w:rsidP="009B4A7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6A36" w:rsidRPr="004852D6" w14:paraId="3C24765B" w14:textId="77777777" w:rsidTr="009B4A79">
        <w:trPr>
          <w:trHeight w:val="397"/>
        </w:trPr>
        <w:tc>
          <w:tcPr>
            <w:tcW w:w="9520" w:type="dxa"/>
          </w:tcPr>
          <w:p w14:paraId="4EF8DC33" w14:textId="52186F65" w:rsidR="00CD6A36" w:rsidRPr="004852D6" w:rsidRDefault="00CD6A36" w:rsidP="009B4A79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Pojęcie usług publicznych</w:t>
            </w:r>
            <w:r>
              <w:rPr>
                <w:rFonts w:ascii="Corbel" w:hAnsi="Corbel"/>
                <w:sz w:val="24"/>
                <w:szCs w:val="24"/>
              </w:rPr>
              <w:t>. Płaszczyzny administracji świadczącej. Podstawy prawne</w:t>
            </w:r>
            <w:r w:rsidR="009F447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organizacji usług administracji publicznej.</w:t>
            </w:r>
          </w:p>
        </w:tc>
      </w:tr>
      <w:tr w:rsidR="00CD6A36" w:rsidRPr="004852D6" w14:paraId="0F17A530" w14:textId="77777777" w:rsidTr="009B4A79">
        <w:trPr>
          <w:trHeight w:val="397"/>
        </w:trPr>
        <w:tc>
          <w:tcPr>
            <w:tcW w:w="9520" w:type="dxa"/>
          </w:tcPr>
          <w:p w14:paraId="5DDD5520" w14:textId="77777777" w:rsidR="00CD6A36" w:rsidRPr="004852D6" w:rsidRDefault="00CD6A36" w:rsidP="009B4A79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organizacyjnoprawne usług publicznych w jednostkach samorządu terytorialnego (podmioty organizacji i świadczenia usług publicznych – zakład administracyjny, jednostka budżetowa, podmioty gospodarki komunalnej, spółdzielnie).</w:t>
            </w:r>
          </w:p>
        </w:tc>
      </w:tr>
      <w:tr w:rsidR="00CD6A36" w:rsidRPr="004852D6" w14:paraId="5021927B" w14:textId="77777777" w:rsidTr="009B4A79">
        <w:trPr>
          <w:trHeight w:val="397"/>
        </w:trPr>
        <w:tc>
          <w:tcPr>
            <w:tcW w:w="9520" w:type="dxa"/>
          </w:tcPr>
          <w:p w14:paraId="1928DFE2" w14:textId="77777777" w:rsidR="00CD6A36" w:rsidRPr="004852D6" w:rsidRDefault="00CD6A36" w:rsidP="009B4A79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A2A9561">
              <w:rPr>
                <w:rFonts w:ascii="Corbel" w:hAnsi="Corbel"/>
                <w:sz w:val="24"/>
                <w:szCs w:val="24"/>
              </w:rPr>
              <w:t>Zlecanie usług podmiotom zewnętrznym (prywatnym) i organizacjom pozarządowym.</w:t>
            </w:r>
          </w:p>
        </w:tc>
      </w:tr>
      <w:tr w:rsidR="00CD6A36" w:rsidRPr="004852D6" w14:paraId="399BE424" w14:textId="77777777" w:rsidTr="009B4A79">
        <w:trPr>
          <w:trHeight w:val="397"/>
        </w:trPr>
        <w:tc>
          <w:tcPr>
            <w:tcW w:w="9520" w:type="dxa"/>
          </w:tcPr>
          <w:p w14:paraId="32FD470F" w14:textId="77777777" w:rsidR="00CD6A36" w:rsidRPr="004852D6" w:rsidRDefault="00CD6A36" w:rsidP="009B4A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usług w samorządzie województwa na przykładzie transportu kolejowego.</w:t>
            </w:r>
          </w:p>
        </w:tc>
      </w:tr>
      <w:tr w:rsidR="00CD6A36" w:rsidRPr="004852D6" w14:paraId="116E9932" w14:textId="77777777" w:rsidTr="009B4A79">
        <w:trPr>
          <w:trHeight w:val="397"/>
        </w:trPr>
        <w:tc>
          <w:tcPr>
            <w:tcW w:w="9520" w:type="dxa"/>
          </w:tcPr>
          <w:p w14:paraId="2C8BFCD1" w14:textId="77777777" w:rsidR="00CD6A36" w:rsidRPr="004852D6" w:rsidRDefault="00CD6A36" w:rsidP="009B4A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usług w samorządzie powiatowym na przykładzie szkoły specjalnej. </w:t>
            </w:r>
          </w:p>
        </w:tc>
      </w:tr>
      <w:tr w:rsidR="00CD6A36" w:rsidRPr="004852D6" w14:paraId="7271C65F" w14:textId="77777777" w:rsidTr="009B4A79">
        <w:trPr>
          <w:trHeight w:val="397"/>
        </w:trPr>
        <w:tc>
          <w:tcPr>
            <w:tcW w:w="9520" w:type="dxa"/>
          </w:tcPr>
          <w:p w14:paraId="5AF7E0A3" w14:textId="445F2C53" w:rsidR="00CD6A36" w:rsidRPr="004852D6" w:rsidRDefault="00CD6A36" w:rsidP="009B4A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usług w samorządzie gminnym na przykładzie instytucji kultury.</w:t>
            </w:r>
          </w:p>
        </w:tc>
      </w:tr>
      <w:tr w:rsidR="00CD6A36" w:rsidRPr="004852D6" w14:paraId="7AECBDD3" w14:textId="77777777" w:rsidTr="009B4A79">
        <w:trPr>
          <w:trHeight w:val="397"/>
        </w:trPr>
        <w:tc>
          <w:tcPr>
            <w:tcW w:w="9520" w:type="dxa"/>
          </w:tcPr>
          <w:p w14:paraId="2CC0C906" w14:textId="4A18F5A5" w:rsidR="00CD6A36" w:rsidRDefault="00CD6A36" w:rsidP="009B4A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usług w samorządzie gminnym na przykładzie cmentarnictwa.</w:t>
            </w:r>
          </w:p>
        </w:tc>
      </w:tr>
    </w:tbl>
    <w:p w14:paraId="34CE0A41" w14:textId="77777777" w:rsidR="0085747A" w:rsidRPr="000A3AC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709E95" w14:textId="77777777" w:rsidR="009B4A79" w:rsidRDefault="009B4A7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63B82D2" w14:textId="4D25C473" w:rsidR="0085747A" w:rsidRPr="000A3ACB" w:rsidRDefault="009F4610" w:rsidP="009B4A7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A3ACB">
        <w:rPr>
          <w:rFonts w:ascii="Corbel" w:hAnsi="Corbel"/>
          <w:smallCaps w:val="0"/>
          <w:szCs w:val="24"/>
        </w:rPr>
        <w:lastRenderedPageBreak/>
        <w:t>3.4</w:t>
      </w:r>
      <w:r w:rsidR="009B4A79">
        <w:rPr>
          <w:rFonts w:ascii="Corbel" w:hAnsi="Corbel"/>
          <w:smallCaps w:val="0"/>
          <w:szCs w:val="24"/>
        </w:rPr>
        <w:t>.</w:t>
      </w:r>
      <w:r w:rsidRPr="000A3ACB">
        <w:rPr>
          <w:rFonts w:ascii="Corbel" w:hAnsi="Corbel"/>
          <w:smallCaps w:val="0"/>
          <w:szCs w:val="24"/>
        </w:rPr>
        <w:t xml:space="preserve"> Metody dydaktyczne</w:t>
      </w:r>
    </w:p>
    <w:p w14:paraId="62EBF3C5" w14:textId="77777777" w:rsidR="0085747A" w:rsidRPr="000A3ACB" w:rsidRDefault="0085747A" w:rsidP="009B4A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835805" w14:textId="2EC5F192" w:rsidR="00E960BB" w:rsidRPr="000A3ACB" w:rsidRDefault="00CD6A36" w:rsidP="009B4A79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</w:t>
      </w:r>
      <w:r w:rsidR="0023579F" w:rsidRPr="000A3ACB">
        <w:rPr>
          <w:rFonts w:ascii="Corbel" w:hAnsi="Corbel"/>
          <w:b w:val="0"/>
          <w:smallCaps w:val="0"/>
          <w:szCs w:val="24"/>
        </w:rPr>
        <w:t>onwersatorium</w:t>
      </w:r>
      <w:r w:rsidR="00A53ADF" w:rsidRPr="000A3ACB">
        <w:rPr>
          <w:rFonts w:ascii="Corbel" w:hAnsi="Corbel"/>
          <w:b w:val="0"/>
          <w:smallCaps w:val="0"/>
          <w:szCs w:val="24"/>
        </w:rPr>
        <w:t>:</w:t>
      </w:r>
      <w:r w:rsidR="00ED44EF">
        <w:rPr>
          <w:rFonts w:ascii="Corbel" w:hAnsi="Corbel"/>
          <w:b w:val="0"/>
          <w:smallCaps w:val="0"/>
          <w:szCs w:val="24"/>
        </w:rPr>
        <w:t xml:space="preserve"> </w:t>
      </w:r>
      <w:r w:rsidR="008D50AC" w:rsidRPr="000A3ACB">
        <w:rPr>
          <w:rFonts w:ascii="Corbel" w:hAnsi="Corbel"/>
          <w:b w:val="0"/>
          <w:smallCaps w:val="0"/>
          <w:szCs w:val="24"/>
        </w:rPr>
        <w:t>metoda projektów, praca w grupach, dyskusja, analiza przypadków</w:t>
      </w:r>
      <w:r w:rsidR="00596483">
        <w:rPr>
          <w:rFonts w:ascii="Corbel" w:hAnsi="Corbel"/>
          <w:b w:val="0"/>
          <w:smallCaps w:val="0"/>
          <w:szCs w:val="24"/>
        </w:rPr>
        <w:t>.</w:t>
      </w:r>
    </w:p>
    <w:p w14:paraId="2FAE7206" w14:textId="0880B829" w:rsidR="75708773" w:rsidRPr="009B4A79" w:rsidRDefault="75708773" w:rsidP="009B4A79">
      <w:pPr>
        <w:spacing w:after="0" w:line="240" w:lineRule="auto"/>
        <w:rPr>
          <w:rFonts w:ascii="Corbel" w:hAnsi="Corbel"/>
          <w:sz w:val="24"/>
          <w:szCs w:val="24"/>
        </w:rPr>
      </w:pPr>
    </w:p>
    <w:p w14:paraId="77FB1868" w14:textId="77777777" w:rsidR="0085747A" w:rsidRPr="000A3ACB" w:rsidRDefault="00C61DC5" w:rsidP="009B4A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A3ACB">
        <w:rPr>
          <w:rFonts w:ascii="Corbel" w:hAnsi="Corbel"/>
          <w:smallCaps w:val="0"/>
          <w:szCs w:val="24"/>
        </w:rPr>
        <w:t xml:space="preserve">4. </w:t>
      </w:r>
      <w:r w:rsidR="0085747A" w:rsidRPr="000A3ACB">
        <w:rPr>
          <w:rFonts w:ascii="Corbel" w:hAnsi="Corbel"/>
          <w:smallCaps w:val="0"/>
          <w:szCs w:val="24"/>
        </w:rPr>
        <w:t>METODY I KRYTERIA OCENY</w:t>
      </w:r>
    </w:p>
    <w:p w14:paraId="2946DB82" w14:textId="77777777" w:rsidR="00923D7D" w:rsidRPr="000A3ACB" w:rsidRDefault="00923D7D" w:rsidP="009B4A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0A3ACB" w:rsidRDefault="0085747A" w:rsidP="009B4A7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A3AC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A3ACB">
        <w:rPr>
          <w:rFonts w:ascii="Corbel" w:hAnsi="Corbel"/>
          <w:smallCaps w:val="0"/>
          <w:szCs w:val="24"/>
        </w:rPr>
        <w:t>uczenia się</w:t>
      </w:r>
    </w:p>
    <w:p w14:paraId="5997CC1D" w14:textId="77777777" w:rsidR="0085747A" w:rsidRPr="000A3AC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A3ACB" w14:paraId="02714B80" w14:textId="77777777" w:rsidTr="009C59AC">
        <w:tc>
          <w:tcPr>
            <w:tcW w:w="1962" w:type="dxa"/>
            <w:vAlign w:val="center"/>
          </w:tcPr>
          <w:p w14:paraId="59C1A4F7" w14:textId="77777777" w:rsidR="0085747A" w:rsidRPr="000A3AC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0A3ACB" w:rsidRDefault="00F974DA" w:rsidP="002208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0A3ACB" w:rsidRDefault="009F4610" w:rsidP="002208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A3A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02888A" w14:textId="77777777" w:rsidR="00923D7D" w:rsidRPr="000A3ACB" w:rsidRDefault="0085747A" w:rsidP="002208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2574297" w14:textId="77777777" w:rsidR="0085747A" w:rsidRPr="000A3ACB" w:rsidRDefault="0085747A" w:rsidP="002208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A3AC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A3AC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D1F74" w:rsidRPr="000A3ACB" w14:paraId="0DCE0922" w14:textId="77777777" w:rsidTr="009B4A79">
        <w:trPr>
          <w:trHeight w:val="340"/>
        </w:trPr>
        <w:tc>
          <w:tcPr>
            <w:tcW w:w="1962" w:type="dxa"/>
          </w:tcPr>
          <w:p w14:paraId="17368564" w14:textId="1D701669" w:rsidR="008D1F74" w:rsidRPr="009B4A79" w:rsidRDefault="009B4A79" w:rsidP="008D1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A7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38067A2" w14:textId="2000C2BE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  <w:r w:rsidRPr="004852D6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F810EEE" w14:textId="77777777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3ACB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A3A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F74" w:rsidRPr="000A3ACB" w14:paraId="0F7F5F34" w14:textId="77777777" w:rsidTr="009B4A79">
        <w:trPr>
          <w:trHeight w:val="340"/>
        </w:trPr>
        <w:tc>
          <w:tcPr>
            <w:tcW w:w="1962" w:type="dxa"/>
          </w:tcPr>
          <w:p w14:paraId="727CF0E4" w14:textId="70188B97" w:rsidR="008D1F74" w:rsidRPr="009B4A79" w:rsidRDefault="009B4A79" w:rsidP="008D1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A7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075D187" w14:textId="075D60E9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  <w:r w:rsidRPr="004852D6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64422AC8" w14:textId="77777777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3ACB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A3A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F74" w:rsidRPr="000A3ACB" w14:paraId="453CC1AB" w14:textId="77777777" w:rsidTr="009B4A79">
        <w:trPr>
          <w:trHeight w:val="340"/>
        </w:trPr>
        <w:tc>
          <w:tcPr>
            <w:tcW w:w="1962" w:type="dxa"/>
          </w:tcPr>
          <w:p w14:paraId="3D1CB954" w14:textId="78B00AB3" w:rsidR="008D1F74" w:rsidRPr="009B4A79" w:rsidRDefault="009B4A79" w:rsidP="008D1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A7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065B63C" w14:textId="67412311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  <w:r w:rsidRPr="004852D6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2A29A376" w14:textId="77777777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3ACB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A3A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F74" w:rsidRPr="000A3ACB" w14:paraId="3B9A2FC3" w14:textId="77777777" w:rsidTr="009B4A79">
        <w:trPr>
          <w:trHeight w:val="340"/>
        </w:trPr>
        <w:tc>
          <w:tcPr>
            <w:tcW w:w="1962" w:type="dxa"/>
          </w:tcPr>
          <w:p w14:paraId="3A04FA72" w14:textId="25566072" w:rsidR="008D1F74" w:rsidRPr="009B4A79" w:rsidRDefault="009B4A79" w:rsidP="008D1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A7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585488C" w14:textId="01AA92C3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  <w:r w:rsidRPr="004852D6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7A35874E" w14:textId="77777777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3ACB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A3A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F74" w:rsidRPr="000A3ACB" w14:paraId="45176062" w14:textId="77777777" w:rsidTr="009B4A79">
        <w:trPr>
          <w:trHeight w:val="340"/>
        </w:trPr>
        <w:tc>
          <w:tcPr>
            <w:tcW w:w="1962" w:type="dxa"/>
          </w:tcPr>
          <w:p w14:paraId="530F3D08" w14:textId="7DBEBE3E" w:rsidR="008D1F74" w:rsidRPr="009B4A79" w:rsidRDefault="009B4A79" w:rsidP="008D1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A7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E1ACAA6" w14:textId="5EA4C0FE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52D6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70F88D" w14:textId="77777777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3ACB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A3A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F74" w:rsidRPr="000A3ACB" w14:paraId="1722FF29" w14:textId="77777777" w:rsidTr="009B4A79">
        <w:trPr>
          <w:trHeight w:val="340"/>
        </w:trPr>
        <w:tc>
          <w:tcPr>
            <w:tcW w:w="1962" w:type="dxa"/>
          </w:tcPr>
          <w:p w14:paraId="4CA81D64" w14:textId="4F37F05A" w:rsidR="008D1F74" w:rsidRPr="009B4A79" w:rsidRDefault="009B4A79" w:rsidP="008D1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A7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EEED844" w14:textId="3F8E4BDB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17" w:type="dxa"/>
          </w:tcPr>
          <w:p w14:paraId="2E5FC323" w14:textId="77777777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3ACB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A3A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F74" w:rsidRPr="000A3ACB" w14:paraId="5D8F4DB0" w14:textId="77777777" w:rsidTr="009B4A79">
        <w:trPr>
          <w:trHeight w:val="340"/>
        </w:trPr>
        <w:tc>
          <w:tcPr>
            <w:tcW w:w="1962" w:type="dxa"/>
          </w:tcPr>
          <w:p w14:paraId="5D9C829D" w14:textId="300C7C6C" w:rsidR="008D1F74" w:rsidRPr="009B4A79" w:rsidRDefault="009B4A79" w:rsidP="008D1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A7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AB94797" w14:textId="29BD2D48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17" w:type="dxa"/>
          </w:tcPr>
          <w:p w14:paraId="3A7D7333" w14:textId="77777777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3ACB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A3A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F74" w:rsidRPr="000A3ACB" w14:paraId="2EBBEDFD" w14:textId="77777777" w:rsidTr="009B4A79">
        <w:trPr>
          <w:trHeight w:val="340"/>
        </w:trPr>
        <w:tc>
          <w:tcPr>
            <w:tcW w:w="1962" w:type="dxa"/>
          </w:tcPr>
          <w:p w14:paraId="23F0CA17" w14:textId="6A0DF8E6" w:rsidR="008D1F74" w:rsidRPr="009B4A79" w:rsidRDefault="009B4A79" w:rsidP="008D1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A7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04ADC172" w14:textId="763B65A3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17" w:type="dxa"/>
          </w:tcPr>
          <w:p w14:paraId="0A1497C7" w14:textId="77777777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3ACB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A3A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F74" w:rsidRPr="000A3ACB" w14:paraId="4828D495" w14:textId="77777777" w:rsidTr="009B4A79">
        <w:trPr>
          <w:trHeight w:val="340"/>
        </w:trPr>
        <w:tc>
          <w:tcPr>
            <w:tcW w:w="1962" w:type="dxa"/>
          </w:tcPr>
          <w:p w14:paraId="2971588A" w14:textId="35127C34" w:rsidR="008D1F74" w:rsidRPr="009B4A79" w:rsidRDefault="009B4A79" w:rsidP="008D1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A7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B056B74" w14:textId="0B8A697D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17" w:type="dxa"/>
          </w:tcPr>
          <w:p w14:paraId="7E9B0A15" w14:textId="77777777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3ACB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A3A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F74" w:rsidRPr="000A3ACB" w14:paraId="742D9A1E" w14:textId="77777777" w:rsidTr="009B4A79">
        <w:trPr>
          <w:trHeight w:val="340"/>
        </w:trPr>
        <w:tc>
          <w:tcPr>
            <w:tcW w:w="1962" w:type="dxa"/>
          </w:tcPr>
          <w:p w14:paraId="363DE00B" w14:textId="213398E8" w:rsidR="008D1F74" w:rsidRPr="009B4A79" w:rsidRDefault="009B4A79" w:rsidP="008D1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A7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6E41338" w14:textId="36C8D582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17" w:type="dxa"/>
          </w:tcPr>
          <w:p w14:paraId="463F70C4" w14:textId="77777777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3ACB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A3A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F74" w:rsidRPr="000A3ACB" w14:paraId="471B8E43" w14:textId="77777777" w:rsidTr="009B4A79">
        <w:trPr>
          <w:trHeight w:val="340"/>
        </w:trPr>
        <w:tc>
          <w:tcPr>
            <w:tcW w:w="1962" w:type="dxa"/>
          </w:tcPr>
          <w:p w14:paraId="3E4F1673" w14:textId="339726C6" w:rsidR="008D1F74" w:rsidRPr="009B4A79" w:rsidRDefault="009B4A79" w:rsidP="008D1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A79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441" w:type="dxa"/>
          </w:tcPr>
          <w:p w14:paraId="07A36543" w14:textId="7459F2FE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  <w:r w:rsidRPr="004852D6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7FD9C273" w14:textId="77777777" w:rsidR="008D1F74" w:rsidRPr="000A3ACB" w:rsidRDefault="008D1F74" w:rsidP="008D1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3ACB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A3ACB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110FFD37" w14:textId="77777777" w:rsidR="00923D7D" w:rsidRPr="000A3AC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48B74D06" w:rsidR="0085747A" w:rsidRPr="000A3AC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A3ACB">
        <w:rPr>
          <w:rFonts w:ascii="Corbel" w:hAnsi="Corbel"/>
          <w:smallCaps w:val="0"/>
          <w:szCs w:val="24"/>
        </w:rPr>
        <w:t>4.2</w:t>
      </w:r>
      <w:r w:rsidR="009B4A79">
        <w:rPr>
          <w:rFonts w:ascii="Corbel" w:hAnsi="Corbel"/>
          <w:smallCaps w:val="0"/>
          <w:szCs w:val="24"/>
        </w:rPr>
        <w:t>.</w:t>
      </w:r>
      <w:r w:rsidRPr="000A3ACB">
        <w:rPr>
          <w:rFonts w:ascii="Corbel" w:hAnsi="Corbel"/>
          <w:smallCaps w:val="0"/>
          <w:szCs w:val="24"/>
        </w:rPr>
        <w:t xml:space="preserve"> </w:t>
      </w:r>
      <w:r w:rsidR="0085747A" w:rsidRPr="000A3ACB">
        <w:rPr>
          <w:rFonts w:ascii="Corbel" w:hAnsi="Corbel"/>
          <w:smallCaps w:val="0"/>
          <w:szCs w:val="24"/>
        </w:rPr>
        <w:t>Warunki zaliczenia przedmiotu (kryteria oceniania)</w:t>
      </w:r>
    </w:p>
    <w:p w14:paraId="6B699379" w14:textId="77777777" w:rsidR="00923D7D" w:rsidRPr="000A3AC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75086" w14:paraId="4ED5EA65" w14:textId="77777777" w:rsidTr="00923D7D">
        <w:tc>
          <w:tcPr>
            <w:tcW w:w="9670" w:type="dxa"/>
          </w:tcPr>
          <w:p w14:paraId="6B85067E" w14:textId="096B6A8A" w:rsidR="008D1F74" w:rsidRPr="00226870" w:rsidRDefault="002E34A5" w:rsidP="009B4A79">
            <w:pPr>
              <w:spacing w:before="120" w:after="12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E34A5">
              <w:rPr>
                <w:b/>
                <w:bCs/>
              </w:rPr>
              <w:t>KONWERSATORIUM:</w:t>
            </w:r>
            <w:r w:rsidRPr="002E34A5">
              <w:t xml:space="preserve"> </w:t>
            </w:r>
            <w:r w:rsidR="008D1F74" w:rsidRPr="26AC820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zaliczeniowe</w:t>
            </w:r>
            <w:r w:rsidR="008D1F7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008D1F74" w:rsidRPr="26AC820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(do uzyskania oceny pozytywnej wymagane jest osiągnięcie minimum 50% poprawnych odpowiedzi), aktywność na zajęciach, obecność na zajęciach, przygotowanie prezentacji/projektu.</w:t>
            </w:r>
          </w:p>
          <w:p w14:paraId="20441582" w14:textId="6956F872" w:rsidR="00E678E1" w:rsidRPr="00E678E1" w:rsidRDefault="008D1F74" w:rsidP="009B4A79">
            <w:pPr>
              <w:spacing w:before="120" w:after="120" w:line="240" w:lineRule="auto"/>
              <w:rPr>
                <w:lang w:val="en-US"/>
              </w:rPr>
            </w:pPr>
            <w:r w:rsidRPr="0022687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Kryteria oceniania aktualny stan prawny, kompletność odpowiedzi, poprawna terminologia, właściwe zastosowanie uzyskanej wiedzy.</w:t>
            </w:r>
          </w:p>
        </w:tc>
      </w:tr>
    </w:tbl>
    <w:p w14:paraId="3FE9F23F" w14:textId="77777777" w:rsidR="0085747A" w:rsidRPr="00E67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32066DA3" w14:textId="77777777" w:rsidR="009F4610" w:rsidRPr="000A3AC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A3ACB">
        <w:rPr>
          <w:rFonts w:ascii="Corbel" w:hAnsi="Corbel"/>
          <w:b/>
          <w:sz w:val="24"/>
          <w:szCs w:val="24"/>
        </w:rPr>
        <w:t xml:space="preserve">5. </w:t>
      </w:r>
      <w:r w:rsidR="00C61DC5" w:rsidRPr="000A3AC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72F646" w14:textId="77777777" w:rsidR="0085747A" w:rsidRPr="000A3AC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0A3ACB" w14:paraId="3808A828" w14:textId="77777777" w:rsidTr="009B4A79">
        <w:tc>
          <w:tcPr>
            <w:tcW w:w="5245" w:type="dxa"/>
            <w:vAlign w:val="center"/>
          </w:tcPr>
          <w:p w14:paraId="4C452BB7" w14:textId="77777777" w:rsidR="0085747A" w:rsidRPr="000A3AC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A3AC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A3AC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A3AC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227268D1" w14:textId="77777777" w:rsidR="0085747A" w:rsidRPr="000A3AC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A3AC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A3AC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A3AC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A3ACB" w14:paraId="110FDCF0" w14:textId="77777777" w:rsidTr="009B4A79">
        <w:tc>
          <w:tcPr>
            <w:tcW w:w="5245" w:type="dxa"/>
          </w:tcPr>
          <w:p w14:paraId="1943409D" w14:textId="3B2E12F6" w:rsidR="0085747A" w:rsidRPr="000A3AC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5708773">
              <w:rPr>
                <w:rFonts w:ascii="Corbel" w:hAnsi="Corbel"/>
                <w:sz w:val="24"/>
                <w:szCs w:val="24"/>
              </w:rPr>
              <w:t>G</w:t>
            </w:r>
            <w:r w:rsidR="0085747A" w:rsidRPr="7570877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3A232B85" w:rsidRPr="75708773">
              <w:rPr>
                <w:rFonts w:ascii="Corbel" w:hAnsi="Corbel"/>
                <w:sz w:val="24"/>
                <w:szCs w:val="24"/>
              </w:rPr>
              <w:t>z </w:t>
            </w:r>
            <w:r w:rsidR="02615681" w:rsidRPr="7570877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7570877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423D4B9D" w14:textId="77777777" w:rsidR="0085747A" w:rsidRPr="000A3ACB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0A3ACB" w14:paraId="409F0BAA" w14:textId="77777777" w:rsidTr="009B4A79">
        <w:tc>
          <w:tcPr>
            <w:tcW w:w="5245" w:type="dxa"/>
          </w:tcPr>
          <w:p w14:paraId="2750A6CD" w14:textId="77777777" w:rsidR="00C61DC5" w:rsidRPr="000A3AC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A3AC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0A3AC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4" w:type="dxa"/>
          </w:tcPr>
          <w:p w14:paraId="5D369756" w14:textId="77777777" w:rsidR="00C61DC5" w:rsidRPr="000A3ACB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1</w:t>
            </w:r>
            <w:r w:rsidR="00AA5F0E" w:rsidRPr="000A3A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0A3ACB" w14:paraId="5789C832" w14:textId="77777777" w:rsidTr="009B4A79">
        <w:tc>
          <w:tcPr>
            <w:tcW w:w="5245" w:type="dxa"/>
          </w:tcPr>
          <w:p w14:paraId="1937B812" w14:textId="6E19FDA4" w:rsidR="00C61DC5" w:rsidRPr="000A3AC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A3AC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A3AC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348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A3AC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4" w:type="dxa"/>
          </w:tcPr>
          <w:p w14:paraId="68861898" w14:textId="77777777" w:rsidR="00C61DC5" w:rsidRPr="000A3ACB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0A3ACB" w14:paraId="2B55E3E1" w14:textId="77777777" w:rsidTr="009B4A79">
        <w:trPr>
          <w:trHeight w:val="351"/>
        </w:trPr>
        <w:tc>
          <w:tcPr>
            <w:tcW w:w="5245" w:type="dxa"/>
          </w:tcPr>
          <w:p w14:paraId="3D4B2727" w14:textId="77777777" w:rsidR="0085747A" w:rsidRPr="000A3AC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58A771A2" w14:textId="77777777" w:rsidR="0085747A" w:rsidRPr="000A3ACB" w:rsidRDefault="000921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0A3ACB" w14:paraId="42922784" w14:textId="77777777" w:rsidTr="009B4A79">
        <w:trPr>
          <w:trHeight w:val="338"/>
        </w:trPr>
        <w:tc>
          <w:tcPr>
            <w:tcW w:w="5245" w:type="dxa"/>
          </w:tcPr>
          <w:p w14:paraId="5FD1C35E" w14:textId="77777777" w:rsidR="0085747A" w:rsidRPr="000A3AC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A3AC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B778152" w14:textId="77777777" w:rsidR="0085747A" w:rsidRPr="000A3ACB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AC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0A3ACB" w:rsidRDefault="00923D7D" w:rsidP="009B4A79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0A3AC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A3AC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CE6F91" w14:textId="77777777" w:rsidR="003E1941" w:rsidRPr="000A3AC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0A3AC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A3ACB">
        <w:rPr>
          <w:rFonts w:ascii="Corbel" w:hAnsi="Corbel"/>
          <w:smallCaps w:val="0"/>
          <w:szCs w:val="24"/>
        </w:rPr>
        <w:t xml:space="preserve">6. </w:t>
      </w:r>
      <w:r w:rsidR="0085747A" w:rsidRPr="000A3ACB">
        <w:rPr>
          <w:rFonts w:ascii="Corbel" w:hAnsi="Corbel"/>
          <w:smallCaps w:val="0"/>
          <w:szCs w:val="24"/>
        </w:rPr>
        <w:t>PRAKTYKI ZAWO</w:t>
      </w:r>
      <w:r w:rsidR="009D3F3B" w:rsidRPr="000A3ACB">
        <w:rPr>
          <w:rFonts w:ascii="Corbel" w:hAnsi="Corbel"/>
          <w:smallCaps w:val="0"/>
          <w:szCs w:val="24"/>
        </w:rPr>
        <w:t>DOWE W RAMACH PRZEDMIOTU</w:t>
      </w:r>
    </w:p>
    <w:p w14:paraId="61CDCEAD" w14:textId="77777777" w:rsidR="0085747A" w:rsidRPr="000A3AC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0A3ACB" w14:paraId="146D6691" w14:textId="77777777" w:rsidTr="009B4A79">
        <w:trPr>
          <w:trHeight w:val="397"/>
        </w:trPr>
        <w:tc>
          <w:tcPr>
            <w:tcW w:w="3828" w:type="dxa"/>
          </w:tcPr>
          <w:p w14:paraId="55E98D25" w14:textId="77777777" w:rsidR="0085747A" w:rsidRPr="000A3AC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6BB9E253" w14:textId="3F1CB59F" w:rsidR="0085747A" w:rsidRPr="000A3ACB" w:rsidRDefault="461626AE" w:rsidP="757087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5708773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0A3ACB" w14:paraId="05EFD703" w14:textId="77777777" w:rsidTr="009B4A79">
        <w:trPr>
          <w:trHeight w:val="397"/>
        </w:trPr>
        <w:tc>
          <w:tcPr>
            <w:tcW w:w="3828" w:type="dxa"/>
          </w:tcPr>
          <w:p w14:paraId="7C3ADC5D" w14:textId="77777777" w:rsidR="0085747A" w:rsidRPr="000A3AC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3AC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23DE523C" w14:textId="7217EEB6" w:rsidR="0085747A" w:rsidRPr="000A3ACB" w:rsidRDefault="63F34E92" w:rsidP="757087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708773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52E56223" w14:textId="77777777" w:rsidR="003E1941" w:rsidRPr="000A3AC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0A3AC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A3ACB">
        <w:rPr>
          <w:rFonts w:ascii="Corbel" w:hAnsi="Corbel"/>
          <w:smallCaps w:val="0"/>
          <w:szCs w:val="24"/>
        </w:rPr>
        <w:t xml:space="preserve">7. </w:t>
      </w:r>
      <w:r w:rsidR="0085747A" w:rsidRPr="000A3ACB">
        <w:rPr>
          <w:rFonts w:ascii="Corbel" w:hAnsi="Corbel"/>
          <w:smallCaps w:val="0"/>
          <w:szCs w:val="24"/>
        </w:rPr>
        <w:t>LITERATURA</w:t>
      </w:r>
    </w:p>
    <w:p w14:paraId="07547A01" w14:textId="77777777" w:rsidR="00675843" w:rsidRPr="000A3AC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314F4" w:rsidRPr="004852D6" w14:paraId="302DD740" w14:textId="77777777" w:rsidTr="00D65DAF">
        <w:trPr>
          <w:trHeight w:val="397"/>
        </w:trPr>
        <w:tc>
          <w:tcPr>
            <w:tcW w:w="7513" w:type="dxa"/>
          </w:tcPr>
          <w:p w14:paraId="7914FE12" w14:textId="77777777" w:rsidR="00E314F4" w:rsidRPr="00CB4C57" w:rsidRDefault="00E314F4" w:rsidP="009B4A79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CB4C57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563EF27" w14:textId="0E7655AE" w:rsidR="00E314F4" w:rsidRPr="004852D6" w:rsidRDefault="00E314F4" w:rsidP="009B4A79">
            <w:pPr>
              <w:pStyle w:val="Punktygwne"/>
              <w:numPr>
                <w:ilvl w:val="0"/>
                <w:numId w:val="2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Gawłowski, P. Machalski, K.  Makowski, </w:t>
            </w:r>
            <w:r w:rsidRPr="004852D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Samorząd terytorialny </w:t>
            </w:r>
            <w:r w:rsidR="009F447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</w:r>
            <w:r w:rsidRPr="004852D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systemie administracji publicznej</w:t>
            </w:r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2019.</w:t>
            </w:r>
          </w:p>
          <w:p w14:paraId="55DA7353" w14:textId="77109EC7" w:rsidR="00E314F4" w:rsidRPr="004852D6" w:rsidRDefault="00E314F4" w:rsidP="009B4A79">
            <w:pPr>
              <w:pStyle w:val="Punktygwne"/>
              <w:numPr>
                <w:ilvl w:val="0"/>
                <w:numId w:val="2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Stahl</w:t>
            </w:r>
            <w:proofErr w:type="spellEnd"/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B. Jaworska-Dębska (red</w:t>
            </w:r>
            <w:r w:rsidRPr="004852D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.), Encyklopedia samorządu terytorialnego. Część 2. Zadania i kompetencje, </w:t>
            </w:r>
            <w:proofErr w:type="spellStart"/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38870DEC" w14:textId="3BD4948B" w:rsidR="00377635" w:rsidRPr="00377635" w:rsidRDefault="00E314F4" w:rsidP="00E537EE">
            <w:pPr>
              <w:pStyle w:val="Punktygwne"/>
              <w:numPr>
                <w:ilvl w:val="0"/>
                <w:numId w:val="2"/>
              </w:numPr>
              <w:spacing w:before="120" w:after="120"/>
              <w:ind w:left="318" w:hanging="284"/>
              <w:rPr>
                <w:rFonts w:ascii="Corbel" w:hAnsi="Corbel"/>
                <w:b w:val="0"/>
                <w:smallCaps w:val="0"/>
                <w:color w:val="000000"/>
              </w:rPr>
            </w:pPr>
            <w:r w:rsidRPr="0A2A956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Mirosław Stec, Katarzyna Małysa-Sulińska (red), </w:t>
            </w:r>
            <w:r w:rsidRPr="0A2A956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Podmiotowość samorządu terytorialnego a zakres jego zadań i kompetencji </w:t>
            </w:r>
            <w:r w:rsidRPr="0A2A9561">
              <w:rPr>
                <w:rFonts w:ascii="Corbel" w:hAnsi="Corbel"/>
                <w:b w:val="0"/>
                <w:smallCaps w:val="0"/>
                <w:color w:val="000000" w:themeColor="text1"/>
              </w:rPr>
              <w:t>Warszawa: Wolters Kluwer, 2020.</w:t>
            </w:r>
          </w:p>
        </w:tc>
      </w:tr>
      <w:tr w:rsidR="00E314F4" w:rsidRPr="004852D6" w14:paraId="46AB0169" w14:textId="77777777" w:rsidTr="00D65DAF">
        <w:trPr>
          <w:trHeight w:val="397"/>
        </w:trPr>
        <w:tc>
          <w:tcPr>
            <w:tcW w:w="7513" w:type="dxa"/>
          </w:tcPr>
          <w:p w14:paraId="69A774C9" w14:textId="77777777" w:rsidR="00E314F4" w:rsidRPr="00CB4C57" w:rsidRDefault="00E314F4" w:rsidP="009B4A79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CB4C57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838283F" w14:textId="77777777" w:rsidR="00E314F4" w:rsidRPr="00BF570C" w:rsidRDefault="00E314F4" w:rsidP="00CB4C57">
            <w:pPr>
              <w:pStyle w:val="Punktygwne"/>
              <w:numPr>
                <w:ilvl w:val="0"/>
                <w:numId w:val="3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A. Barczewska-Dziobek, </w:t>
            </w:r>
            <w:r w:rsidRPr="00BF570C"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  <w:t>Pomocniczość i decentralizacja jako podstawa systemu organizacyjnego usług społecznych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, </w:t>
            </w:r>
            <w:proofErr w:type="spellStart"/>
            <w:r w:rsidRPr="00BF570C">
              <w:rPr>
                <w:rFonts w:ascii="Corbel" w:hAnsi="Corbel"/>
                <w:b w:val="0"/>
                <w:smallCaps w:val="0"/>
                <w:color w:val="000000"/>
              </w:rPr>
              <w:t>Ius</w:t>
            </w:r>
            <w:proofErr w:type="spellEnd"/>
            <w:r w:rsidRPr="00BF570C">
              <w:rPr>
                <w:rFonts w:ascii="Corbel" w:hAnsi="Corbel"/>
                <w:b w:val="0"/>
                <w:smallCaps w:val="0"/>
                <w:color w:val="000000"/>
              </w:rPr>
              <w:t xml:space="preserve"> Et </w:t>
            </w:r>
            <w:proofErr w:type="spellStart"/>
            <w:r w:rsidRPr="00BF570C">
              <w:rPr>
                <w:rFonts w:ascii="Corbel" w:hAnsi="Corbel"/>
                <w:b w:val="0"/>
                <w:smallCaps w:val="0"/>
                <w:color w:val="000000"/>
              </w:rPr>
              <w:t>Administratio</w:t>
            </w:r>
            <w:proofErr w:type="spellEnd"/>
            <w:r w:rsidRPr="00BF570C">
              <w:rPr>
                <w:rFonts w:ascii="Corbel" w:hAnsi="Corbel"/>
                <w:b w:val="0"/>
                <w:smallCaps w:val="0"/>
                <w:color w:val="000000"/>
              </w:rPr>
              <w:t>, 51(2), 5–19.</w:t>
            </w:r>
          </w:p>
          <w:p w14:paraId="552480FD" w14:textId="77777777" w:rsidR="00E314F4" w:rsidRPr="004852D6" w:rsidRDefault="00E314F4" w:rsidP="00CB4C57">
            <w:pPr>
              <w:pStyle w:val="Punktygwne"/>
              <w:numPr>
                <w:ilvl w:val="0"/>
                <w:numId w:val="3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</w:rPr>
            </w:pPr>
            <w:r w:rsidRPr="0A2A956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M. Kulesza, </w:t>
            </w:r>
            <w:r w:rsidRPr="0A2A956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Gospodarka komunalna – podstawy i mechanizmy prawne w:</w:t>
            </w:r>
            <w:r w:rsidRPr="0A2A9561">
              <w:rPr>
                <w:rFonts w:ascii="Corbel" w:hAnsi="Corbel"/>
                <w:b w:val="0"/>
                <w:smallCaps w:val="0"/>
                <w:color w:val="000000" w:themeColor="text1"/>
              </w:rPr>
              <w:t>„Samorząd Terytorialny”, 2012 nr 7-8, s. 7-24</w:t>
            </w:r>
          </w:p>
          <w:p w14:paraId="74754ACA" w14:textId="2C8BEFEF" w:rsidR="00E314F4" w:rsidRPr="004852D6" w:rsidRDefault="00E314F4" w:rsidP="00CB4C57">
            <w:pPr>
              <w:pStyle w:val="Punktygwne"/>
              <w:numPr>
                <w:ilvl w:val="0"/>
                <w:numId w:val="3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Gola, </w:t>
            </w:r>
            <w:r w:rsidRPr="004852D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Wykonywanie zadań o charakterze użyteczności publicznej przez jednostki samorządu terytorialnego a działalność gospodarcza</w:t>
            </w:r>
            <w:r w:rsidR="0083710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w:„Przegląd Prawa i Administracji”, 2014, nr 98, s. 25-34.</w:t>
            </w:r>
          </w:p>
          <w:p w14:paraId="52C32244" w14:textId="77777777" w:rsidR="00E314F4" w:rsidRDefault="00E314F4" w:rsidP="00CB4C57">
            <w:pPr>
              <w:pStyle w:val="Punktygwne"/>
              <w:numPr>
                <w:ilvl w:val="0"/>
                <w:numId w:val="3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</w:t>
            </w:r>
            <w:proofErr w:type="spellStart"/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Szczechowicz</w:t>
            </w:r>
            <w:proofErr w:type="spellEnd"/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852D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Wykonywanie zadań publicznych w jednostkach samorządu terytorialnego w: „</w:t>
            </w:r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Zeszyty Naukowe Zbliżenia Cywilizacyjne”, 2015  nr 11 , s. 255-287.</w:t>
            </w:r>
          </w:p>
          <w:p w14:paraId="76189648" w14:textId="37F03586" w:rsidR="00377635" w:rsidRPr="004852D6" w:rsidRDefault="00377635" w:rsidP="00CB4C57">
            <w:pPr>
              <w:pStyle w:val="Punktygwne"/>
              <w:numPr>
                <w:ilvl w:val="0"/>
                <w:numId w:val="3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Biliński, W. Gonet, H. Wolska,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Gospodarka komunalna. Problematyka realizacji zadań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Wolters Kluwer, </w:t>
            </w:r>
            <w:r w:rsidRPr="003776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2020.</w:t>
            </w:r>
          </w:p>
          <w:p w14:paraId="03CA771A" w14:textId="2D53F576" w:rsidR="00377635" w:rsidRPr="00377635" w:rsidRDefault="00377635" w:rsidP="00CB4C57">
            <w:pPr>
              <w:pStyle w:val="Punktygwne"/>
              <w:numPr>
                <w:ilvl w:val="0"/>
                <w:numId w:val="3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Misiejko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776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Publiczny transport zbiorowy. Przewodnik dla organów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Wolters Kluwer, </w:t>
            </w:r>
            <w:r w:rsidRPr="003776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2020. </w:t>
            </w:r>
          </w:p>
          <w:p w14:paraId="5A873D40" w14:textId="6B940507" w:rsidR="00837106" w:rsidRDefault="00837106" w:rsidP="00CB4C57">
            <w:pPr>
              <w:pStyle w:val="Punktygwne"/>
              <w:numPr>
                <w:ilvl w:val="0"/>
                <w:numId w:val="3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Górny, </w:t>
            </w:r>
            <w:r w:rsidRPr="0083710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Samorząd wojewódzki jako organizator kolejowych regionalnych przewozów pasażerskich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w: </w:t>
            </w:r>
            <w:r w:rsidRPr="008371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Komisji Geografii Komunikacji PTG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371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2016, 19(4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3776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</w:t>
            </w:r>
            <w:r w:rsidR="00377635" w:rsidRPr="003776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72-81</w:t>
            </w:r>
            <w:r w:rsidR="003776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2D4D5711" w14:textId="52835B8E" w:rsidR="00837106" w:rsidRDefault="00837106" w:rsidP="00CB4C57">
            <w:pPr>
              <w:pStyle w:val="Punktygwne"/>
              <w:numPr>
                <w:ilvl w:val="0"/>
                <w:numId w:val="3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Potocki, </w:t>
            </w:r>
            <w:r w:rsidRPr="0083710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Zależność samorządowych instytucji kultury </w:t>
            </w:r>
            <w:r w:rsidR="0037763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</w:r>
            <w:r w:rsidRPr="0083710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aspektach prawnoadministracyjnych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w: </w:t>
            </w:r>
            <w:r w:rsidR="003776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Zeszyty Naukowe Uniwersytetu Rzeszowskiego. Seria prawnicza,</w:t>
            </w:r>
            <w:r w:rsidR="00377635" w:rsidRPr="003776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102/2018</w:t>
            </w:r>
            <w:r w:rsidR="003776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s. 197-209.</w:t>
            </w:r>
          </w:p>
          <w:p w14:paraId="23D2F945" w14:textId="1D08741B" w:rsidR="00377635" w:rsidRDefault="00377635" w:rsidP="00CB4C57">
            <w:pPr>
              <w:pStyle w:val="Punktygwne"/>
              <w:numPr>
                <w:ilvl w:val="0"/>
                <w:numId w:val="3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Serafin, </w:t>
            </w:r>
            <w:r w:rsidRPr="0037763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Kształcenie specjalne w systemie oświaty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Wolters Kluwer, </w:t>
            </w:r>
            <w:r w:rsidRPr="003776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CB4C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</w:p>
          <w:p w14:paraId="3374EC56" w14:textId="4994A353" w:rsidR="00377635" w:rsidRPr="009F447E" w:rsidRDefault="00377635" w:rsidP="00CB4C57">
            <w:pPr>
              <w:pStyle w:val="Punktygwne"/>
              <w:numPr>
                <w:ilvl w:val="0"/>
                <w:numId w:val="3"/>
              </w:numPr>
              <w:spacing w:before="12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P. Sularz, Cmentarze w Polsce. Zagadnienia administracyjnoprawne, </w:t>
            </w:r>
            <w:r w:rsidR="009F447E">
              <w:rPr>
                <w:rFonts w:ascii="Corbel" w:hAnsi="Corbel"/>
                <w:b w:val="0"/>
                <w:smallCaps w:val="0"/>
                <w:szCs w:val="24"/>
              </w:rPr>
              <w:t xml:space="preserve">Wolters Kluwer, </w:t>
            </w:r>
            <w:r w:rsidR="009F447E" w:rsidRPr="003776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</w:t>
            </w:r>
            <w:r w:rsidR="009F4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</w:p>
          <w:p w14:paraId="23066059" w14:textId="6EF9F8F2" w:rsidR="00377635" w:rsidRPr="00377635" w:rsidRDefault="00377635" w:rsidP="00CB4C57">
            <w:pPr>
              <w:pStyle w:val="Punktygwne"/>
              <w:numPr>
                <w:ilvl w:val="0"/>
                <w:numId w:val="3"/>
              </w:numPr>
              <w:spacing w:before="120" w:after="12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I. </w:t>
            </w:r>
            <w:r w:rsidRPr="004852D6">
              <w:rPr>
                <w:rFonts w:ascii="Corbel" w:hAnsi="Corbel"/>
                <w:b w:val="0"/>
                <w:smallCaps w:val="0"/>
                <w:szCs w:val="24"/>
              </w:rPr>
              <w:t xml:space="preserve">Bentkowska-Furman, </w:t>
            </w:r>
            <w:r w:rsidRPr="004852D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Zadania samorządu terytorialnego szczebla podstawowego w Rzeczypospolitej Polskiej i wybranych krajach Unii Europejskiej </w:t>
            </w:r>
            <w:r w:rsidRPr="004852D6">
              <w:rPr>
                <w:rFonts w:ascii="Corbel" w:hAnsi="Corbel"/>
                <w:b w:val="0"/>
                <w:smallCaps w:val="0"/>
                <w:szCs w:val="24"/>
              </w:rPr>
              <w:t xml:space="preserve">w: „Organizacje pozarządowe a samorząd - 25 lat doświadczeń” redakcja naukowa Urszula Szymańska, Piotr Majer, Monika </w:t>
            </w:r>
            <w:proofErr w:type="spellStart"/>
            <w:r w:rsidRPr="004852D6">
              <w:rPr>
                <w:rFonts w:ascii="Corbel" w:hAnsi="Corbel"/>
                <w:b w:val="0"/>
                <w:smallCaps w:val="0"/>
                <w:szCs w:val="24"/>
              </w:rPr>
              <w:t>Falej</w:t>
            </w:r>
            <w:proofErr w:type="spellEnd"/>
            <w:r w:rsidRPr="004852D6">
              <w:rPr>
                <w:rFonts w:ascii="Corbel" w:hAnsi="Corbel"/>
                <w:b w:val="0"/>
                <w:smallCaps w:val="0"/>
                <w:szCs w:val="24"/>
              </w:rPr>
              <w:t>, Olsztyn, Uniwersytet Warmińsko-Mazurski w Olsztynie, 2016, s. 21-32.</w:t>
            </w:r>
          </w:p>
        </w:tc>
      </w:tr>
    </w:tbl>
    <w:p w14:paraId="5043CB0F" w14:textId="77777777" w:rsidR="0085747A" w:rsidRPr="000A3AC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459315" w14:textId="77777777" w:rsidR="0085747A" w:rsidRPr="000A3AC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A3AC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A3AC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A3ACB" w:rsidSect="00FB3F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89C60" w14:textId="77777777" w:rsidR="00DA31A0" w:rsidRDefault="00DA31A0" w:rsidP="00C16ABF">
      <w:pPr>
        <w:spacing w:after="0" w:line="240" w:lineRule="auto"/>
      </w:pPr>
      <w:r>
        <w:separator/>
      </w:r>
    </w:p>
  </w:endnote>
  <w:endnote w:type="continuationSeparator" w:id="0">
    <w:p w14:paraId="320A7AB7" w14:textId="77777777" w:rsidR="00DA31A0" w:rsidRDefault="00DA31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AC63B" w14:textId="77777777" w:rsidR="00DA31A0" w:rsidRDefault="00DA31A0" w:rsidP="00C16ABF">
      <w:pPr>
        <w:spacing w:after="0" w:line="240" w:lineRule="auto"/>
      </w:pPr>
      <w:r>
        <w:separator/>
      </w:r>
    </w:p>
  </w:footnote>
  <w:footnote w:type="continuationSeparator" w:id="0">
    <w:p w14:paraId="4E471DA7" w14:textId="77777777" w:rsidR="00DA31A0" w:rsidRDefault="00DA31A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956088">
    <w:abstractNumId w:val="0"/>
  </w:num>
  <w:num w:numId="2" w16cid:durableId="723526634">
    <w:abstractNumId w:val="2"/>
  </w:num>
  <w:num w:numId="3" w16cid:durableId="167911143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637"/>
    <w:rsid w:val="000077B4"/>
    <w:rsid w:val="000116DA"/>
    <w:rsid w:val="00015B8F"/>
    <w:rsid w:val="00022ECE"/>
    <w:rsid w:val="00025D88"/>
    <w:rsid w:val="0003674D"/>
    <w:rsid w:val="0004015C"/>
    <w:rsid w:val="00042A51"/>
    <w:rsid w:val="00042D2E"/>
    <w:rsid w:val="00044538"/>
    <w:rsid w:val="00044C82"/>
    <w:rsid w:val="00063E14"/>
    <w:rsid w:val="000703A0"/>
    <w:rsid w:val="00070ED6"/>
    <w:rsid w:val="00071105"/>
    <w:rsid w:val="000734ED"/>
    <w:rsid w:val="000742DC"/>
    <w:rsid w:val="000770CD"/>
    <w:rsid w:val="00084C12"/>
    <w:rsid w:val="0009218D"/>
    <w:rsid w:val="0009462C"/>
    <w:rsid w:val="00094B12"/>
    <w:rsid w:val="000952CB"/>
    <w:rsid w:val="00096C46"/>
    <w:rsid w:val="000A1422"/>
    <w:rsid w:val="000A296F"/>
    <w:rsid w:val="000A2A28"/>
    <w:rsid w:val="000A3ACB"/>
    <w:rsid w:val="000A3CDF"/>
    <w:rsid w:val="000B192D"/>
    <w:rsid w:val="000B28EE"/>
    <w:rsid w:val="000B3E37"/>
    <w:rsid w:val="000B54CD"/>
    <w:rsid w:val="000C5F84"/>
    <w:rsid w:val="000D04B0"/>
    <w:rsid w:val="000D4CF9"/>
    <w:rsid w:val="000D4F4E"/>
    <w:rsid w:val="000F1C57"/>
    <w:rsid w:val="000F5615"/>
    <w:rsid w:val="00102111"/>
    <w:rsid w:val="0010709E"/>
    <w:rsid w:val="00110896"/>
    <w:rsid w:val="00124BFF"/>
    <w:rsid w:val="0012560E"/>
    <w:rsid w:val="00127108"/>
    <w:rsid w:val="00134B13"/>
    <w:rsid w:val="0014611C"/>
    <w:rsid w:val="00146BC0"/>
    <w:rsid w:val="00153C41"/>
    <w:rsid w:val="00154381"/>
    <w:rsid w:val="00160FAE"/>
    <w:rsid w:val="00161F2C"/>
    <w:rsid w:val="001640A7"/>
    <w:rsid w:val="00164FA7"/>
    <w:rsid w:val="00166A03"/>
    <w:rsid w:val="001714DE"/>
    <w:rsid w:val="001718A7"/>
    <w:rsid w:val="001737CF"/>
    <w:rsid w:val="00174210"/>
    <w:rsid w:val="00176083"/>
    <w:rsid w:val="00177FDB"/>
    <w:rsid w:val="00192F37"/>
    <w:rsid w:val="001A1AE0"/>
    <w:rsid w:val="001A2585"/>
    <w:rsid w:val="001A70D2"/>
    <w:rsid w:val="001D657B"/>
    <w:rsid w:val="001D7B54"/>
    <w:rsid w:val="001E0209"/>
    <w:rsid w:val="001F2CA2"/>
    <w:rsid w:val="002144C0"/>
    <w:rsid w:val="002208FF"/>
    <w:rsid w:val="0022477D"/>
    <w:rsid w:val="002278A9"/>
    <w:rsid w:val="002336F9"/>
    <w:rsid w:val="0023579F"/>
    <w:rsid w:val="0024028F"/>
    <w:rsid w:val="00244ABC"/>
    <w:rsid w:val="002533DE"/>
    <w:rsid w:val="00253541"/>
    <w:rsid w:val="0025575A"/>
    <w:rsid w:val="00275086"/>
    <w:rsid w:val="00281FF2"/>
    <w:rsid w:val="002825FE"/>
    <w:rsid w:val="00284764"/>
    <w:rsid w:val="002857DE"/>
    <w:rsid w:val="00291567"/>
    <w:rsid w:val="002A229C"/>
    <w:rsid w:val="002A22BF"/>
    <w:rsid w:val="002A2389"/>
    <w:rsid w:val="002A3DD5"/>
    <w:rsid w:val="002A671D"/>
    <w:rsid w:val="002B4D55"/>
    <w:rsid w:val="002B5EA0"/>
    <w:rsid w:val="002B6119"/>
    <w:rsid w:val="002C1F06"/>
    <w:rsid w:val="002D2839"/>
    <w:rsid w:val="002D3375"/>
    <w:rsid w:val="002D4C59"/>
    <w:rsid w:val="002D73D4"/>
    <w:rsid w:val="002E34A5"/>
    <w:rsid w:val="002F02A3"/>
    <w:rsid w:val="002F3723"/>
    <w:rsid w:val="002F4ABE"/>
    <w:rsid w:val="00300D20"/>
    <w:rsid w:val="003018BA"/>
    <w:rsid w:val="0030395F"/>
    <w:rsid w:val="00303AB6"/>
    <w:rsid w:val="00304121"/>
    <w:rsid w:val="00305C92"/>
    <w:rsid w:val="003151C5"/>
    <w:rsid w:val="003343CF"/>
    <w:rsid w:val="00336D56"/>
    <w:rsid w:val="00346FE9"/>
    <w:rsid w:val="0034759A"/>
    <w:rsid w:val="003503F6"/>
    <w:rsid w:val="003530DD"/>
    <w:rsid w:val="00363F78"/>
    <w:rsid w:val="00364A64"/>
    <w:rsid w:val="00377635"/>
    <w:rsid w:val="00382650"/>
    <w:rsid w:val="00386931"/>
    <w:rsid w:val="0039088A"/>
    <w:rsid w:val="00396B9E"/>
    <w:rsid w:val="00397DB2"/>
    <w:rsid w:val="003A090B"/>
    <w:rsid w:val="003A0A5B"/>
    <w:rsid w:val="003A1176"/>
    <w:rsid w:val="003A3EFB"/>
    <w:rsid w:val="003B027A"/>
    <w:rsid w:val="003B28B9"/>
    <w:rsid w:val="003B448C"/>
    <w:rsid w:val="003C0BAE"/>
    <w:rsid w:val="003D18A9"/>
    <w:rsid w:val="003D1FFA"/>
    <w:rsid w:val="003D3D62"/>
    <w:rsid w:val="003D6CE2"/>
    <w:rsid w:val="003E1941"/>
    <w:rsid w:val="003E2FE6"/>
    <w:rsid w:val="003E489D"/>
    <w:rsid w:val="003E49D5"/>
    <w:rsid w:val="003F205D"/>
    <w:rsid w:val="003F38C0"/>
    <w:rsid w:val="003F4633"/>
    <w:rsid w:val="00414E3C"/>
    <w:rsid w:val="0042244A"/>
    <w:rsid w:val="004237E4"/>
    <w:rsid w:val="0042745A"/>
    <w:rsid w:val="004301BB"/>
    <w:rsid w:val="00430FBF"/>
    <w:rsid w:val="00431D5C"/>
    <w:rsid w:val="004335C5"/>
    <w:rsid w:val="004362C6"/>
    <w:rsid w:val="00436D08"/>
    <w:rsid w:val="00437FA2"/>
    <w:rsid w:val="00443927"/>
    <w:rsid w:val="00445970"/>
    <w:rsid w:val="0046136A"/>
    <w:rsid w:val="00461EFC"/>
    <w:rsid w:val="004652C2"/>
    <w:rsid w:val="004706D1"/>
    <w:rsid w:val="00471326"/>
    <w:rsid w:val="00472752"/>
    <w:rsid w:val="00475561"/>
    <w:rsid w:val="0047598D"/>
    <w:rsid w:val="00481B30"/>
    <w:rsid w:val="00482FD6"/>
    <w:rsid w:val="004840FD"/>
    <w:rsid w:val="00486895"/>
    <w:rsid w:val="004873E9"/>
    <w:rsid w:val="00490F7D"/>
    <w:rsid w:val="00491678"/>
    <w:rsid w:val="004968E2"/>
    <w:rsid w:val="004A3EEA"/>
    <w:rsid w:val="004A4D1F"/>
    <w:rsid w:val="004B17FC"/>
    <w:rsid w:val="004C043E"/>
    <w:rsid w:val="004C6787"/>
    <w:rsid w:val="004D5282"/>
    <w:rsid w:val="004D6814"/>
    <w:rsid w:val="004E36CC"/>
    <w:rsid w:val="004F1551"/>
    <w:rsid w:val="004F55A3"/>
    <w:rsid w:val="004F5CC9"/>
    <w:rsid w:val="0050496F"/>
    <w:rsid w:val="00513B6F"/>
    <w:rsid w:val="00517C63"/>
    <w:rsid w:val="00523B4C"/>
    <w:rsid w:val="00526C54"/>
    <w:rsid w:val="005363C4"/>
    <w:rsid w:val="00536BDE"/>
    <w:rsid w:val="00543ACC"/>
    <w:rsid w:val="005635B1"/>
    <w:rsid w:val="00565A31"/>
    <w:rsid w:val="00565E89"/>
    <w:rsid w:val="0056696D"/>
    <w:rsid w:val="00584F8A"/>
    <w:rsid w:val="0059484D"/>
    <w:rsid w:val="00596483"/>
    <w:rsid w:val="005A0855"/>
    <w:rsid w:val="005A133C"/>
    <w:rsid w:val="005A3196"/>
    <w:rsid w:val="005C080F"/>
    <w:rsid w:val="005C1C35"/>
    <w:rsid w:val="005C55E5"/>
    <w:rsid w:val="005C696A"/>
    <w:rsid w:val="005C75D3"/>
    <w:rsid w:val="005C7657"/>
    <w:rsid w:val="005E6E85"/>
    <w:rsid w:val="005F31D2"/>
    <w:rsid w:val="005F62B8"/>
    <w:rsid w:val="006063E1"/>
    <w:rsid w:val="0061029B"/>
    <w:rsid w:val="00617230"/>
    <w:rsid w:val="00617CE5"/>
    <w:rsid w:val="006207E3"/>
    <w:rsid w:val="00621CE1"/>
    <w:rsid w:val="00627FC9"/>
    <w:rsid w:val="006348BC"/>
    <w:rsid w:val="0063538A"/>
    <w:rsid w:val="00637731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6477"/>
    <w:rsid w:val="006A31C1"/>
    <w:rsid w:val="006A355D"/>
    <w:rsid w:val="006C0AFD"/>
    <w:rsid w:val="006D0217"/>
    <w:rsid w:val="006D050F"/>
    <w:rsid w:val="006D3D2C"/>
    <w:rsid w:val="006D56A9"/>
    <w:rsid w:val="006D6139"/>
    <w:rsid w:val="006D6E40"/>
    <w:rsid w:val="006E5D65"/>
    <w:rsid w:val="006E615C"/>
    <w:rsid w:val="006F1282"/>
    <w:rsid w:val="006F1FBC"/>
    <w:rsid w:val="006F2AF8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B70"/>
    <w:rsid w:val="0076370B"/>
    <w:rsid w:val="00763BF1"/>
    <w:rsid w:val="00766B98"/>
    <w:rsid w:val="00766FD4"/>
    <w:rsid w:val="0076763D"/>
    <w:rsid w:val="0077561C"/>
    <w:rsid w:val="0078168C"/>
    <w:rsid w:val="00783F38"/>
    <w:rsid w:val="00787C2A"/>
    <w:rsid w:val="00790E27"/>
    <w:rsid w:val="00793C8A"/>
    <w:rsid w:val="007A3025"/>
    <w:rsid w:val="007A4022"/>
    <w:rsid w:val="007A4465"/>
    <w:rsid w:val="007A6E6E"/>
    <w:rsid w:val="007C3299"/>
    <w:rsid w:val="007C3BCC"/>
    <w:rsid w:val="007C4546"/>
    <w:rsid w:val="007C6FA4"/>
    <w:rsid w:val="007D6E56"/>
    <w:rsid w:val="007F1AC0"/>
    <w:rsid w:val="007F4155"/>
    <w:rsid w:val="00804579"/>
    <w:rsid w:val="0081554D"/>
    <w:rsid w:val="00816958"/>
    <w:rsid w:val="0081707E"/>
    <w:rsid w:val="00823A24"/>
    <w:rsid w:val="00830651"/>
    <w:rsid w:val="0083334B"/>
    <w:rsid w:val="00837106"/>
    <w:rsid w:val="008449B3"/>
    <w:rsid w:val="008552A2"/>
    <w:rsid w:val="0085747A"/>
    <w:rsid w:val="00872B6B"/>
    <w:rsid w:val="00884922"/>
    <w:rsid w:val="00885F64"/>
    <w:rsid w:val="008917F9"/>
    <w:rsid w:val="008932FF"/>
    <w:rsid w:val="00895219"/>
    <w:rsid w:val="008A45F7"/>
    <w:rsid w:val="008C0CC0"/>
    <w:rsid w:val="008C19A9"/>
    <w:rsid w:val="008C379D"/>
    <w:rsid w:val="008C507D"/>
    <w:rsid w:val="008C5147"/>
    <w:rsid w:val="008C5359"/>
    <w:rsid w:val="008C5363"/>
    <w:rsid w:val="008D17B5"/>
    <w:rsid w:val="008D1F74"/>
    <w:rsid w:val="008D3742"/>
    <w:rsid w:val="008D3DFB"/>
    <w:rsid w:val="008D50AC"/>
    <w:rsid w:val="008E64F4"/>
    <w:rsid w:val="008F12C9"/>
    <w:rsid w:val="008F39DC"/>
    <w:rsid w:val="008F6E29"/>
    <w:rsid w:val="009066D9"/>
    <w:rsid w:val="00916188"/>
    <w:rsid w:val="00923D7D"/>
    <w:rsid w:val="00924C38"/>
    <w:rsid w:val="009301FD"/>
    <w:rsid w:val="009309BC"/>
    <w:rsid w:val="009508DF"/>
    <w:rsid w:val="00950DAC"/>
    <w:rsid w:val="00954A07"/>
    <w:rsid w:val="00970B48"/>
    <w:rsid w:val="00983C83"/>
    <w:rsid w:val="00997F14"/>
    <w:rsid w:val="00997F9A"/>
    <w:rsid w:val="009A78D9"/>
    <w:rsid w:val="009B4A79"/>
    <w:rsid w:val="009C0FFC"/>
    <w:rsid w:val="009C189E"/>
    <w:rsid w:val="009C3E31"/>
    <w:rsid w:val="009C54AE"/>
    <w:rsid w:val="009C59AC"/>
    <w:rsid w:val="009C788E"/>
    <w:rsid w:val="009D1DBA"/>
    <w:rsid w:val="009D1E1F"/>
    <w:rsid w:val="009D3F3B"/>
    <w:rsid w:val="009E0543"/>
    <w:rsid w:val="009E1531"/>
    <w:rsid w:val="009E3B41"/>
    <w:rsid w:val="009F29DD"/>
    <w:rsid w:val="009F3C5C"/>
    <w:rsid w:val="009F447E"/>
    <w:rsid w:val="009F4610"/>
    <w:rsid w:val="009F7F6B"/>
    <w:rsid w:val="00A00ECC"/>
    <w:rsid w:val="00A0649B"/>
    <w:rsid w:val="00A155EE"/>
    <w:rsid w:val="00A20AC3"/>
    <w:rsid w:val="00A2245B"/>
    <w:rsid w:val="00A24E0B"/>
    <w:rsid w:val="00A30110"/>
    <w:rsid w:val="00A36899"/>
    <w:rsid w:val="00A371F6"/>
    <w:rsid w:val="00A43BF6"/>
    <w:rsid w:val="00A5146A"/>
    <w:rsid w:val="00A53ADF"/>
    <w:rsid w:val="00A53FA5"/>
    <w:rsid w:val="00A54817"/>
    <w:rsid w:val="00A54C9C"/>
    <w:rsid w:val="00A56C7D"/>
    <w:rsid w:val="00A601C8"/>
    <w:rsid w:val="00A60799"/>
    <w:rsid w:val="00A64FC7"/>
    <w:rsid w:val="00A67744"/>
    <w:rsid w:val="00A76C16"/>
    <w:rsid w:val="00A811BB"/>
    <w:rsid w:val="00A84C85"/>
    <w:rsid w:val="00A97DE1"/>
    <w:rsid w:val="00AA20BA"/>
    <w:rsid w:val="00AA5F0E"/>
    <w:rsid w:val="00AA6A2A"/>
    <w:rsid w:val="00AA6E07"/>
    <w:rsid w:val="00AB053C"/>
    <w:rsid w:val="00AB1B25"/>
    <w:rsid w:val="00AC0D27"/>
    <w:rsid w:val="00AD1146"/>
    <w:rsid w:val="00AD1B78"/>
    <w:rsid w:val="00AD27D3"/>
    <w:rsid w:val="00AD66D6"/>
    <w:rsid w:val="00AE1160"/>
    <w:rsid w:val="00AE203C"/>
    <w:rsid w:val="00AE2E74"/>
    <w:rsid w:val="00AE46E4"/>
    <w:rsid w:val="00AE5FCB"/>
    <w:rsid w:val="00AF22A4"/>
    <w:rsid w:val="00AF2C1E"/>
    <w:rsid w:val="00B016C6"/>
    <w:rsid w:val="00B06142"/>
    <w:rsid w:val="00B135B1"/>
    <w:rsid w:val="00B13EAC"/>
    <w:rsid w:val="00B148BA"/>
    <w:rsid w:val="00B22018"/>
    <w:rsid w:val="00B3130B"/>
    <w:rsid w:val="00B40ADB"/>
    <w:rsid w:val="00B4221C"/>
    <w:rsid w:val="00B43051"/>
    <w:rsid w:val="00B43B77"/>
    <w:rsid w:val="00B43E80"/>
    <w:rsid w:val="00B5276C"/>
    <w:rsid w:val="00B607DB"/>
    <w:rsid w:val="00B632DB"/>
    <w:rsid w:val="00B66529"/>
    <w:rsid w:val="00B6714B"/>
    <w:rsid w:val="00B74966"/>
    <w:rsid w:val="00B7518E"/>
    <w:rsid w:val="00B75946"/>
    <w:rsid w:val="00B8056E"/>
    <w:rsid w:val="00B819C8"/>
    <w:rsid w:val="00B82308"/>
    <w:rsid w:val="00B90885"/>
    <w:rsid w:val="00B9587A"/>
    <w:rsid w:val="00BA2BBD"/>
    <w:rsid w:val="00BB520A"/>
    <w:rsid w:val="00BD1D9C"/>
    <w:rsid w:val="00BD3869"/>
    <w:rsid w:val="00BD66E9"/>
    <w:rsid w:val="00BD6FF4"/>
    <w:rsid w:val="00BF2C41"/>
    <w:rsid w:val="00BF446F"/>
    <w:rsid w:val="00C03EEA"/>
    <w:rsid w:val="00C049B2"/>
    <w:rsid w:val="00C058B4"/>
    <w:rsid w:val="00C05F44"/>
    <w:rsid w:val="00C12745"/>
    <w:rsid w:val="00C131B5"/>
    <w:rsid w:val="00C14C4F"/>
    <w:rsid w:val="00C16ABF"/>
    <w:rsid w:val="00C170AE"/>
    <w:rsid w:val="00C17195"/>
    <w:rsid w:val="00C17EC8"/>
    <w:rsid w:val="00C2018D"/>
    <w:rsid w:val="00C26CB7"/>
    <w:rsid w:val="00C324C1"/>
    <w:rsid w:val="00C3250E"/>
    <w:rsid w:val="00C36992"/>
    <w:rsid w:val="00C373B5"/>
    <w:rsid w:val="00C40021"/>
    <w:rsid w:val="00C50C97"/>
    <w:rsid w:val="00C56036"/>
    <w:rsid w:val="00C61DC5"/>
    <w:rsid w:val="00C67E92"/>
    <w:rsid w:val="00C70A26"/>
    <w:rsid w:val="00C70C0C"/>
    <w:rsid w:val="00C734C3"/>
    <w:rsid w:val="00C766DF"/>
    <w:rsid w:val="00C80078"/>
    <w:rsid w:val="00C81D15"/>
    <w:rsid w:val="00C94B98"/>
    <w:rsid w:val="00CA2B96"/>
    <w:rsid w:val="00CA5089"/>
    <w:rsid w:val="00CA56E5"/>
    <w:rsid w:val="00CB4C57"/>
    <w:rsid w:val="00CD5033"/>
    <w:rsid w:val="00CD6897"/>
    <w:rsid w:val="00CD6A36"/>
    <w:rsid w:val="00CE2D7F"/>
    <w:rsid w:val="00CE2EB5"/>
    <w:rsid w:val="00CE5BAC"/>
    <w:rsid w:val="00CF25BE"/>
    <w:rsid w:val="00CF735B"/>
    <w:rsid w:val="00CF78ED"/>
    <w:rsid w:val="00D02B25"/>
    <w:rsid w:val="00D02EBA"/>
    <w:rsid w:val="00D17C3C"/>
    <w:rsid w:val="00D202C2"/>
    <w:rsid w:val="00D20863"/>
    <w:rsid w:val="00D23809"/>
    <w:rsid w:val="00D26B2C"/>
    <w:rsid w:val="00D3096A"/>
    <w:rsid w:val="00D32C52"/>
    <w:rsid w:val="00D33FEE"/>
    <w:rsid w:val="00D352C9"/>
    <w:rsid w:val="00D425B2"/>
    <w:rsid w:val="00D428D6"/>
    <w:rsid w:val="00D533A1"/>
    <w:rsid w:val="00D552B2"/>
    <w:rsid w:val="00D608D1"/>
    <w:rsid w:val="00D64119"/>
    <w:rsid w:val="00D74119"/>
    <w:rsid w:val="00D8075B"/>
    <w:rsid w:val="00D8678B"/>
    <w:rsid w:val="00DA2114"/>
    <w:rsid w:val="00DA31A0"/>
    <w:rsid w:val="00DB6B5B"/>
    <w:rsid w:val="00DC02E1"/>
    <w:rsid w:val="00DC156B"/>
    <w:rsid w:val="00DC6E20"/>
    <w:rsid w:val="00DD324A"/>
    <w:rsid w:val="00DE09C0"/>
    <w:rsid w:val="00DE43C3"/>
    <w:rsid w:val="00DE4A14"/>
    <w:rsid w:val="00DE59DC"/>
    <w:rsid w:val="00DF320D"/>
    <w:rsid w:val="00DF71C8"/>
    <w:rsid w:val="00DF7730"/>
    <w:rsid w:val="00E002D6"/>
    <w:rsid w:val="00E129B8"/>
    <w:rsid w:val="00E207C2"/>
    <w:rsid w:val="00E21E7D"/>
    <w:rsid w:val="00E22FBC"/>
    <w:rsid w:val="00E24BF5"/>
    <w:rsid w:val="00E25338"/>
    <w:rsid w:val="00E314F4"/>
    <w:rsid w:val="00E320B3"/>
    <w:rsid w:val="00E40119"/>
    <w:rsid w:val="00E43C28"/>
    <w:rsid w:val="00E51E44"/>
    <w:rsid w:val="00E537EE"/>
    <w:rsid w:val="00E55EE3"/>
    <w:rsid w:val="00E63348"/>
    <w:rsid w:val="00E678E1"/>
    <w:rsid w:val="00E742AA"/>
    <w:rsid w:val="00E7454D"/>
    <w:rsid w:val="00E75102"/>
    <w:rsid w:val="00E77E88"/>
    <w:rsid w:val="00E80636"/>
    <w:rsid w:val="00E8107D"/>
    <w:rsid w:val="00E82335"/>
    <w:rsid w:val="00E85429"/>
    <w:rsid w:val="00E87CE6"/>
    <w:rsid w:val="00E960BB"/>
    <w:rsid w:val="00EA2074"/>
    <w:rsid w:val="00EA477A"/>
    <w:rsid w:val="00EA4832"/>
    <w:rsid w:val="00EA4E9D"/>
    <w:rsid w:val="00EB2866"/>
    <w:rsid w:val="00EC4899"/>
    <w:rsid w:val="00ED03AB"/>
    <w:rsid w:val="00ED1085"/>
    <w:rsid w:val="00ED32D2"/>
    <w:rsid w:val="00ED334C"/>
    <w:rsid w:val="00ED44EF"/>
    <w:rsid w:val="00EE32DE"/>
    <w:rsid w:val="00EE5457"/>
    <w:rsid w:val="00EF009B"/>
    <w:rsid w:val="00F0303A"/>
    <w:rsid w:val="00F0368B"/>
    <w:rsid w:val="00F070AB"/>
    <w:rsid w:val="00F17567"/>
    <w:rsid w:val="00F26BE3"/>
    <w:rsid w:val="00F27A7B"/>
    <w:rsid w:val="00F4644F"/>
    <w:rsid w:val="00F526AF"/>
    <w:rsid w:val="00F55C5D"/>
    <w:rsid w:val="00F617C3"/>
    <w:rsid w:val="00F7066B"/>
    <w:rsid w:val="00F73E6F"/>
    <w:rsid w:val="00F74639"/>
    <w:rsid w:val="00F81D8A"/>
    <w:rsid w:val="00F83B28"/>
    <w:rsid w:val="00F877AB"/>
    <w:rsid w:val="00F9155C"/>
    <w:rsid w:val="00F95DCC"/>
    <w:rsid w:val="00F974DA"/>
    <w:rsid w:val="00F979C5"/>
    <w:rsid w:val="00FA08C5"/>
    <w:rsid w:val="00FA46E5"/>
    <w:rsid w:val="00FB3F90"/>
    <w:rsid w:val="00FB7DBA"/>
    <w:rsid w:val="00FC1C25"/>
    <w:rsid w:val="00FC3F45"/>
    <w:rsid w:val="00FD1D5E"/>
    <w:rsid w:val="00FD503F"/>
    <w:rsid w:val="00FD7589"/>
    <w:rsid w:val="00FF016A"/>
    <w:rsid w:val="00FF1401"/>
    <w:rsid w:val="00FF5E7D"/>
    <w:rsid w:val="02615681"/>
    <w:rsid w:val="18BDCCD4"/>
    <w:rsid w:val="2894056C"/>
    <w:rsid w:val="29617A69"/>
    <w:rsid w:val="35BE8DAF"/>
    <w:rsid w:val="366C049E"/>
    <w:rsid w:val="3A232B85"/>
    <w:rsid w:val="439CFAC6"/>
    <w:rsid w:val="461626AE"/>
    <w:rsid w:val="55861451"/>
    <w:rsid w:val="5B0855CE"/>
    <w:rsid w:val="6343F2EF"/>
    <w:rsid w:val="63F34E92"/>
    <w:rsid w:val="70E20E1A"/>
    <w:rsid w:val="732A913A"/>
    <w:rsid w:val="75708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8D7BF"/>
  <w15:docId w15:val="{A7FDB855-985B-46A4-BE87-D34C4D134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70C0C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C70C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E7B3B-7BE7-45D6-80EC-0B89B3E2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6</Pages>
  <Words>1368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30</cp:revision>
  <cp:lastPrinted>2025-10-16T07:36:00Z</cp:lastPrinted>
  <dcterms:created xsi:type="dcterms:W3CDTF">2023-09-11T15:03:00Z</dcterms:created>
  <dcterms:modified xsi:type="dcterms:W3CDTF">2025-10-16T07:43:00Z</dcterms:modified>
</cp:coreProperties>
</file>